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D0D04" w14:textId="77777777" w:rsidR="000B489C" w:rsidRPr="004B4E83" w:rsidRDefault="003E0BEB" w:rsidP="00752575">
      <w:pPr>
        <w:rPr>
          <w:rFonts w:ascii="Calibri" w:hAnsi="Calibri"/>
        </w:rPr>
      </w:pPr>
      <w:r w:rsidRPr="004B4E83">
        <w:rPr>
          <w:rFonts w:ascii="Calibri" w:hAnsi="Calibri"/>
        </w:rPr>
        <w:t>Name: _________________________________</w:t>
      </w:r>
      <w:r w:rsidRPr="004B4E83">
        <w:rPr>
          <w:rFonts w:ascii="Calibri" w:hAnsi="Calibri"/>
        </w:rPr>
        <w:tab/>
        <w:t>Period: _______</w:t>
      </w:r>
      <w:r w:rsidRPr="004B4E83">
        <w:rPr>
          <w:rFonts w:ascii="Calibri" w:hAnsi="Calibri"/>
        </w:rPr>
        <w:tab/>
        <w:t>Date: _____________</w:t>
      </w:r>
    </w:p>
    <w:p w14:paraId="51A922ED" w14:textId="77777777" w:rsidR="003E0BEB" w:rsidRPr="004B4E83" w:rsidRDefault="003E0BEB" w:rsidP="00752575">
      <w:pPr>
        <w:rPr>
          <w:rFonts w:ascii="Calibri" w:hAnsi="Calibri"/>
        </w:rPr>
      </w:pPr>
    </w:p>
    <w:p w14:paraId="60ADBB15" w14:textId="3E56D1CF" w:rsidR="003E0BEB" w:rsidRDefault="00752575" w:rsidP="00752575">
      <w:pPr>
        <w:jc w:val="center"/>
        <w:rPr>
          <w:rFonts w:ascii="Calibri" w:hAnsi="Calibri"/>
          <w:b/>
          <w:sz w:val="44"/>
          <w:szCs w:val="44"/>
        </w:rPr>
      </w:pPr>
      <w:r w:rsidRPr="00752575">
        <w:rPr>
          <w:rFonts w:ascii="Calibri" w:hAnsi="Calibri"/>
          <w:b/>
          <w:sz w:val="44"/>
          <w:szCs w:val="44"/>
        </w:rPr>
        <w:t xml:space="preserve">Periodic </w:t>
      </w:r>
      <w:r w:rsidR="00FA6632">
        <w:rPr>
          <w:rFonts w:ascii="Calibri" w:hAnsi="Calibri"/>
          <w:b/>
          <w:sz w:val="44"/>
          <w:szCs w:val="44"/>
        </w:rPr>
        <w:t>Table</w:t>
      </w:r>
      <w:r w:rsidRPr="00752575">
        <w:rPr>
          <w:rFonts w:ascii="Calibri" w:hAnsi="Calibri"/>
          <w:b/>
          <w:sz w:val="44"/>
          <w:szCs w:val="44"/>
        </w:rPr>
        <w:t xml:space="preserve"> </w:t>
      </w:r>
      <w:r w:rsidR="00FA6632">
        <w:rPr>
          <w:rFonts w:ascii="Calibri" w:hAnsi="Calibri"/>
          <w:b/>
          <w:sz w:val="44"/>
          <w:szCs w:val="44"/>
        </w:rPr>
        <w:t>Problem Set #2</w:t>
      </w:r>
    </w:p>
    <w:p w14:paraId="23BBD33C" w14:textId="77A360E3" w:rsidR="00FA6632" w:rsidRPr="00FA6632" w:rsidRDefault="00FA6632" w:rsidP="00752575">
      <w:pPr>
        <w:jc w:val="center"/>
        <w:rPr>
          <w:rFonts w:ascii="Calibri" w:hAnsi="Calibri"/>
          <w:i/>
          <w:sz w:val="36"/>
          <w:szCs w:val="44"/>
        </w:rPr>
      </w:pPr>
      <w:r w:rsidRPr="00FA6632">
        <w:rPr>
          <w:rFonts w:ascii="Calibri" w:hAnsi="Calibri"/>
          <w:i/>
          <w:sz w:val="36"/>
          <w:szCs w:val="44"/>
        </w:rPr>
        <w:t>Periodic Trends</w:t>
      </w:r>
    </w:p>
    <w:p w14:paraId="03EEFE6F" w14:textId="77777777" w:rsidR="00E53046" w:rsidRDefault="00E53046" w:rsidP="00752575">
      <w:pPr>
        <w:rPr>
          <w:rFonts w:ascii="Calibri" w:hAnsi="Calibri"/>
        </w:rPr>
      </w:pPr>
    </w:p>
    <w:p w14:paraId="569B3861" w14:textId="77777777" w:rsidR="00BA4444" w:rsidRPr="00BA4444" w:rsidRDefault="00BA4444" w:rsidP="00BA4444">
      <w:pPr>
        <w:spacing w:line="360" w:lineRule="auto"/>
        <w:jc w:val="center"/>
        <w:rPr>
          <w:rFonts w:ascii="Calibri" w:hAnsi="Calibri"/>
        </w:rPr>
      </w:pPr>
      <w:r w:rsidRPr="00BA4444">
        <w:rPr>
          <w:rFonts w:ascii="Calibri" w:hAnsi="Calibri"/>
          <w:b/>
          <w:i/>
        </w:rPr>
        <w:t>Draw the trend for ATOMIC RADIUS</w:t>
      </w:r>
    </w:p>
    <w:p w14:paraId="1BCED7ED" w14:textId="4301601F" w:rsidR="00BA4444" w:rsidRPr="00BA4444" w:rsidRDefault="00BA4444" w:rsidP="00BA4444">
      <w:pPr>
        <w:spacing w:line="360" w:lineRule="auto"/>
        <w:rPr>
          <w:rFonts w:ascii="Calibri" w:hAnsi="Calibri"/>
        </w:rPr>
      </w:pPr>
      <w:r w:rsidRPr="00BA444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ECF14" wp14:editId="06B40B18">
                <wp:simplePos x="0" y="0"/>
                <wp:positionH relativeFrom="column">
                  <wp:posOffset>1714500</wp:posOffset>
                </wp:positionH>
                <wp:positionV relativeFrom="paragraph">
                  <wp:posOffset>65405</wp:posOffset>
                </wp:positionV>
                <wp:extent cx="2514600" cy="800100"/>
                <wp:effectExtent l="0" t="0" r="25400" b="381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FDA47" w14:textId="77777777" w:rsidR="00FD2E1B" w:rsidRDefault="00FD2E1B" w:rsidP="00BA44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5pt;margin-top:5.15pt;width:198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">
                <v:textbox>
                  <w:txbxContent>
                    <w:p w14:paraId="329FDA47" w14:textId="77777777" w:rsidR="00FD2E1B" w:rsidRDefault="00FD2E1B" w:rsidP="00BA444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93E6E25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  <w:bookmarkStart w:id="0" w:name="_GoBack"/>
      <w:bookmarkEnd w:id="0"/>
    </w:p>
    <w:p w14:paraId="1B14737C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45C3FB17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0A847581" w14:textId="77777777" w:rsidR="00BA4444" w:rsidRPr="00BA4444" w:rsidRDefault="00BA4444" w:rsidP="00BA4444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Rank each of the following in order of INCREASING atomic radius</w:t>
      </w:r>
    </w:p>
    <w:p w14:paraId="169C88AB" w14:textId="5E121D9A" w:rsidR="00BA4444" w:rsidRPr="00BA4444" w:rsidRDefault="00BA4444" w:rsidP="00BA4444">
      <w:pPr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F, K, Br</w:t>
      </w:r>
      <w:r w:rsidRPr="00BA4444">
        <w:rPr>
          <w:rFonts w:ascii="Calibri" w:hAnsi="Calibri"/>
        </w:rPr>
        <w:tab/>
      </w:r>
      <w:r w:rsidR="00C97EEA">
        <w:rPr>
          <w:rFonts w:ascii="Calibri" w:hAnsi="Calibri"/>
        </w:rPr>
        <w:tab/>
      </w:r>
      <w:r w:rsidRPr="00BA4444">
        <w:rPr>
          <w:rFonts w:ascii="Calibri" w:hAnsi="Calibri"/>
        </w:rPr>
        <w:t>_________________________</w:t>
      </w:r>
    </w:p>
    <w:p w14:paraId="0E33C172" w14:textId="77777777" w:rsidR="00BA4444" w:rsidRPr="00BA4444" w:rsidRDefault="00BA4444" w:rsidP="00BA4444">
      <w:pPr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Mg, Na, Cs</w:t>
      </w:r>
      <w:r w:rsidRPr="00BA4444">
        <w:rPr>
          <w:rFonts w:ascii="Calibri" w:hAnsi="Calibri"/>
        </w:rPr>
        <w:tab/>
        <w:t>_________________________</w:t>
      </w:r>
    </w:p>
    <w:p w14:paraId="3B8E107A" w14:textId="7AAFE3EE" w:rsidR="00BA4444" w:rsidRPr="00BA4444" w:rsidRDefault="00BA4444" w:rsidP="00BA4444">
      <w:pPr>
        <w:numPr>
          <w:ilvl w:val="0"/>
          <w:numId w:val="4"/>
        </w:numPr>
        <w:spacing w:line="360" w:lineRule="auto"/>
        <w:rPr>
          <w:rFonts w:ascii="Calibri" w:hAnsi="Calibri"/>
        </w:rPr>
      </w:pPr>
      <w:proofErr w:type="spellStart"/>
      <w:r w:rsidRPr="00BA4444">
        <w:rPr>
          <w:rFonts w:ascii="Calibri" w:hAnsi="Calibri"/>
        </w:rPr>
        <w:t>Os</w:t>
      </w:r>
      <w:proofErr w:type="spellEnd"/>
      <w:r w:rsidRPr="00BA4444">
        <w:rPr>
          <w:rFonts w:ascii="Calibri" w:hAnsi="Calibri"/>
        </w:rPr>
        <w:t>, Ni, Fe</w:t>
      </w:r>
      <w:r w:rsidRPr="00BA4444">
        <w:rPr>
          <w:rFonts w:ascii="Calibri" w:hAnsi="Calibri"/>
        </w:rPr>
        <w:tab/>
        <w:t>_________________________</w:t>
      </w:r>
    </w:p>
    <w:p w14:paraId="541ADD7A" w14:textId="77777777" w:rsidR="00BA4444" w:rsidRPr="00BA4444" w:rsidRDefault="00BA4444" w:rsidP="00BA4444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Rank each of the following in order of DECREASING atomic radius</w:t>
      </w:r>
    </w:p>
    <w:p w14:paraId="25AF8443" w14:textId="77777777" w:rsidR="00BA4444" w:rsidRPr="00BA4444" w:rsidRDefault="00BA4444" w:rsidP="00BA4444">
      <w:pPr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Cl, Br, Ga</w:t>
      </w:r>
      <w:r w:rsidRPr="00BA4444">
        <w:rPr>
          <w:rFonts w:ascii="Calibri" w:hAnsi="Calibri"/>
        </w:rPr>
        <w:tab/>
        <w:t>_________________________</w:t>
      </w:r>
    </w:p>
    <w:p w14:paraId="5971CA3E" w14:textId="77777777" w:rsidR="00BA4444" w:rsidRPr="00BA4444" w:rsidRDefault="00BA4444" w:rsidP="00BA4444">
      <w:pPr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 xml:space="preserve">Ne, Rn, </w:t>
      </w:r>
      <w:proofErr w:type="spellStart"/>
      <w:r w:rsidRPr="00BA4444">
        <w:rPr>
          <w:rFonts w:ascii="Calibri" w:hAnsi="Calibri"/>
        </w:rPr>
        <w:t>Pb</w:t>
      </w:r>
      <w:proofErr w:type="spellEnd"/>
      <w:r w:rsidRPr="00BA4444">
        <w:rPr>
          <w:rFonts w:ascii="Calibri" w:hAnsi="Calibri"/>
        </w:rPr>
        <w:tab/>
        <w:t>_________________________</w:t>
      </w:r>
    </w:p>
    <w:p w14:paraId="2DFA4F54" w14:textId="6E755123" w:rsidR="00BA4444" w:rsidRDefault="00BA4444" w:rsidP="00BA4444">
      <w:pPr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 xml:space="preserve">Ca, </w:t>
      </w:r>
      <w:proofErr w:type="spellStart"/>
      <w:r w:rsidRPr="00BA4444">
        <w:rPr>
          <w:rFonts w:ascii="Calibri" w:hAnsi="Calibri"/>
        </w:rPr>
        <w:t>Rb</w:t>
      </w:r>
      <w:proofErr w:type="spellEnd"/>
      <w:r w:rsidRPr="00BA4444">
        <w:rPr>
          <w:rFonts w:ascii="Calibri" w:hAnsi="Calibri"/>
        </w:rPr>
        <w:t>, C</w:t>
      </w:r>
      <w:r w:rsidRPr="00BA4444">
        <w:rPr>
          <w:rFonts w:ascii="Calibri" w:hAnsi="Calibri"/>
        </w:rPr>
        <w:tab/>
        <w:t>_________________________</w:t>
      </w:r>
    </w:p>
    <w:p w14:paraId="25B697C3" w14:textId="77777777" w:rsidR="00BA4444" w:rsidRPr="00BA4444" w:rsidRDefault="00BA4444" w:rsidP="00BA4444">
      <w:pPr>
        <w:spacing w:line="360" w:lineRule="auto"/>
        <w:ind w:left="1440"/>
        <w:rPr>
          <w:rFonts w:ascii="Calibri" w:hAnsi="Calibri"/>
        </w:rPr>
      </w:pPr>
    </w:p>
    <w:p w14:paraId="76C21EDB" w14:textId="77777777" w:rsidR="00BA4444" w:rsidRPr="00BA4444" w:rsidRDefault="00BA4444" w:rsidP="00BA4444">
      <w:pPr>
        <w:spacing w:line="360" w:lineRule="auto"/>
        <w:jc w:val="center"/>
        <w:rPr>
          <w:rFonts w:ascii="Calibri" w:hAnsi="Calibri"/>
          <w:b/>
          <w:i/>
        </w:rPr>
      </w:pPr>
      <w:r w:rsidRPr="00BA4444">
        <w:rPr>
          <w:rFonts w:ascii="Calibri" w:hAnsi="Calibri"/>
          <w:b/>
          <w:i/>
        </w:rPr>
        <w:t>Draw the trend for IONIZATION ENERGY</w:t>
      </w:r>
    </w:p>
    <w:p w14:paraId="1026B37E" w14:textId="43BB8ABC" w:rsidR="00BA4444" w:rsidRPr="00BA4444" w:rsidRDefault="00BA4444" w:rsidP="00BA4444">
      <w:pPr>
        <w:spacing w:line="360" w:lineRule="auto"/>
        <w:rPr>
          <w:rFonts w:ascii="Calibri" w:hAnsi="Calibri"/>
        </w:rPr>
      </w:pPr>
      <w:r w:rsidRPr="00BA444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AEA62" wp14:editId="432CF30F">
                <wp:simplePos x="0" y="0"/>
                <wp:positionH relativeFrom="column">
                  <wp:posOffset>1714500</wp:posOffset>
                </wp:positionH>
                <wp:positionV relativeFrom="paragraph">
                  <wp:posOffset>113665</wp:posOffset>
                </wp:positionV>
                <wp:extent cx="2514600" cy="800100"/>
                <wp:effectExtent l="0" t="0" r="25400" b="381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D79B1" w14:textId="77777777" w:rsidR="00FD2E1B" w:rsidRDefault="00FD2E1B" w:rsidP="00BA44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5pt;margin-top:8.95pt;width:198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">
                <v:textbox>
                  <w:txbxContent>
                    <w:p w14:paraId="54AD79B1" w14:textId="77777777" w:rsidR="00FD2E1B" w:rsidRDefault="00FD2E1B" w:rsidP="00BA4444"/>
                  </w:txbxContent>
                </v:textbox>
              </v:shape>
            </w:pict>
          </mc:Fallback>
        </mc:AlternateContent>
      </w:r>
    </w:p>
    <w:p w14:paraId="37C0AD09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75BAF7F3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12887659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1830F17A" w14:textId="77777777" w:rsidR="00BA4444" w:rsidRPr="00BA4444" w:rsidRDefault="00BA4444" w:rsidP="00BA4444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Rank each of the following in order of INCREASING ionization energy</w:t>
      </w:r>
    </w:p>
    <w:p w14:paraId="28AC9131" w14:textId="77777777" w:rsidR="00BA4444" w:rsidRPr="00BA4444" w:rsidRDefault="00BA4444" w:rsidP="00BA4444">
      <w:pPr>
        <w:numPr>
          <w:ilvl w:val="0"/>
          <w:numId w:val="6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O, S, Ge</w:t>
      </w:r>
      <w:r w:rsidRPr="00BA4444">
        <w:rPr>
          <w:rFonts w:ascii="Calibri" w:hAnsi="Calibri"/>
        </w:rPr>
        <w:tab/>
        <w:t>_________________________</w:t>
      </w:r>
    </w:p>
    <w:p w14:paraId="7F4ABD4B" w14:textId="14C6EC67" w:rsidR="00BA4444" w:rsidRPr="00BA4444" w:rsidRDefault="00BA4444" w:rsidP="00BA4444">
      <w:pPr>
        <w:numPr>
          <w:ilvl w:val="0"/>
          <w:numId w:val="6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 xml:space="preserve">C, </w:t>
      </w:r>
      <w:proofErr w:type="spellStart"/>
      <w:r w:rsidRPr="00BA4444">
        <w:rPr>
          <w:rFonts w:ascii="Calibri" w:hAnsi="Calibri"/>
        </w:rPr>
        <w:t>Pb</w:t>
      </w:r>
      <w:proofErr w:type="spellEnd"/>
      <w:r w:rsidRPr="00BA4444">
        <w:rPr>
          <w:rFonts w:ascii="Calibri" w:hAnsi="Calibri"/>
        </w:rPr>
        <w:t>, F</w:t>
      </w:r>
      <w:r w:rsidRPr="00BA4444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A4444">
        <w:rPr>
          <w:rFonts w:ascii="Calibri" w:hAnsi="Calibri"/>
        </w:rPr>
        <w:t>_________________________</w:t>
      </w:r>
    </w:p>
    <w:p w14:paraId="2DF25E5F" w14:textId="176E5E89" w:rsidR="00BA4444" w:rsidRPr="00BA4444" w:rsidRDefault="00BA4444" w:rsidP="00BA4444">
      <w:pPr>
        <w:numPr>
          <w:ilvl w:val="0"/>
          <w:numId w:val="6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Be, Ba, B</w:t>
      </w:r>
      <w:r w:rsidRPr="00BA4444">
        <w:rPr>
          <w:rFonts w:ascii="Calibri" w:hAnsi="Calibri"/>
        </w:rPr>
        <w:tab/>
        <w:t>_________________________</w:t>
      </w:r>
    </w:p>
    <w:p w14:paraId="461B2A85" w14:textId="77777777" w:rsidR="00BA4444" w:rsidRPr="00BA4444" w:rsidRDefault="00BA4444" w:rsidP="00BA4444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Rank each of the following in order of DECREASING ionization energy</w:t>
      </w:r>
    </w:p>
    <w:p w14:paraId="1B3AF926" w14:textId="77777777" w:rsidR="00BA4444" w:rsidRPr="00BA4444" w:rsidRDefault="00BA4444" w:rsidP="00BA4444">
      <w:pPr>
        <w:numPr>
          <w:ilvl w:val="0"/>
          <w:numId w:val="7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Al, P, Ag</w:t>
      </w:r>
      <w:r w:rsidRPr="00BA4444">
        <w:rPr>
          <w:rFonts w:ascii="Calibri" w:hAnsi="Calibri"/>
        </w:rPr>
        <w:tab/>
        <w:t>_________________________</w:t>
      </w:r>
    </w:p>
    <w:p w14:paraId="4074EF8F" w14:textId="77777777" w:rsidR="00BA4444" w:rsidRPr="00BA4444" w:rsidRDefault="00BA4444" w:rsidP="00BA4444">
      <w:pPr>
        <w:numPr>
          <w:ilvl w:val="0"/>
          <w:numId w:val="7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Cl, Cu, Au</w:t>
      </w:r>
      <w:r w:rsidRPr="00BA4444">
        <w:rPr>
          <w:rFonts w:ascii="Calibri" w:hAnsi="Calibri"/>
        </w:rPr>
        <w:tab/>
        <w:t>_________________________</w:t>
      </w:r>
    </w:p>
    <w:p w14:paraId="61172919" w14:textId="77777777" w:rsidR="00BA4444" w:rsidRPr="00BA4444" w:rsidRDefault="00BA4444" w:rsidP="00BA4444">
      <w:pPr>
        <w:numPr>
          <w:ilvl w:val="0"/>
          <w:numId w:val="7"/>
        </w:numPr>
        <w:spacing w:line="360" w:lineRule="auto"/>
        <w:rPr>
          <w:rFonts w:ascii="Calibri" w:hAnsi="Calibri"/>
        </w:rPr>
      </w:pPr>
      <w:proofErr w:type="spellStart"/>
      <w:r w:rsidRPr="00BA4444">
        <w:rPr>
          <w:rFonts w:ascii="Calibri" w:hAnsi="Calibri"/>
        </w:rPr>
        <w:t>Te</w:t>
      </w:r>
      <w:proofErr w:type="spellEnd"/>
      <w:r w:rsidRPr="00BA4444">
        <w:rPr>
          <w:rFonts w:ascii="Calibri" w:hAnsi="Calibri"/>
        </w:rPr>
        <w:t xml:space="preserve">, I, </w:t>
      </w:r>
      <w:proofErr w:type="spellStart"/>
      <w:r w:rsidRPr="00BA4444">
        <w:rPr>
          <w:rFonts w:ascii="Calibri" w:hAnsi="Calibri"/>
        </w:rPr>
        <w:t>Xe</w:t>
      </w:r>
      <w:proofErr w:type="spellEnd"/>
      <w:r w:rsidRPr="00BA4444">
        <w:rPr>
          <w:rFonts w:ascii="Calibri" w:hAnsi="Calibri"/>
        </w:rPr>
        <w:tab/>
        <w:t>_________________________</w:t>
      </w:r>
    </w:p>
    <w:p w14:paraId="5090905A" w14:textId="77777777" w:rsidR="00BA4444" w:rsidRPr="00BA4444" w:rsidRDefault="00BA4444" w:rsidP="00BA4444">
      <w:pPr>
        <w:rPr>
          <w:rFonts w:ascii="Calibri" w:hAnsi="Calibri"/>
        </w:rPr>
      </w:pPr>
    </w:p>
    <w:p w14:paraId="54FEB897" w14:textId="77777777" w:rsidR="00BA4444" w:rsidRDefault="00BA4444" w:rsidP="00BA4444">
      <w:pPr>
        <w:rPr>
          <w:rFonts w:ascii="Calibri" w:hAnsi="Calibri"/>
        </w:rPr>
      </w:pPr>
    </w:p>
    <w:p w14:paraId="002D78A1" w14:textId="77777777" w:rsidR="00BA4444" w:rsidRPr="00BA4444" w:rsidRDefault="00BA4444" w:rsidP="00BA4444">
      <w:pPr>
        <w:rPr>
          <w:rFonts w:ascii="Calibri" w:hAnsi="Calibri"/>
        </w:rPr>
      </w:pPr>
    </w:p>
    <w:p w14:paraId="4AFC6846" w14:textId="77777777" w:rsidR="00BA4444" w:rsidRPr="00BA4444" w:rsidRDefault="00BA4444" w:rsidP="00BA4444">
      <w:pPr>
        <w:spacing w:line="360" w:lineRule="auto"/>
        <w:jc w:val="center"/>
        <w:rPr>
          <w:rFonts w:ascii="Calibri" w:hAnsi="Calibri"/>
          <w:b/>
          <w:i/>
        </w:rPr>
      </w:pPr>
      <w:r w:rsidRPr="00BA4444">
        <w:rPr>
          <w:rFonts w:ascii="Calibri" w:hAnsi="Calibri"/>
          <w:b/>
          <w:i/>
        </w:rPr>
        <w:t>Draw the trend for ELECTRONEGATIVITY</w:t>
      </w:r>
    </w:p>
    <w:p w14:paraId="50392317" w14:textId="665E0AC3" w:rsidR="00BA4444" w:rsidRPr="00BA4444" w:rsidRDefault="00BA4444" w:rsidP="00BA4444">
      <w:pPr>
        <w:spacing w:line="360" w:lineRule="auto"/>
        <w:rPr>
          <w:rFonts w:ascii="Calibri" w:hAnsi="Calibri"/>
        </w:rPr>
      </w:pPr>
      <w:r w:rsidRPr="00BA444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EB3AE" wp14:editId="0305E8F7">
                <wp:simplePos x="0" y="0"/>
                <wp:positionH relativeFrom="column">
                  <wp:posOffset>1714500</wp:posOffset>
                </wp:positionH>
                <wp:positionV relativeFrom="paragraph">
                  <wp:posOffset>48260</wp:posOffset>
                </wp:positionV>
                <wp:extent cx="2514600" cy="800100"/>
                <wp:effectExtent l="0" t="0" r="25400" b="381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A6161" w14:textId="77777777" w:rsidR="00FD2E1B" w:rsidRDefault="00FD2E1B" w:rsidP="00BA44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35pt;margin-top:3.8pt;width:198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">
                <v:textbox>
                  <w:txbxContent>
                    <w:p w14:paraId="281A6161" w14:textId="77777777" w:rsidR="00FD2E1B" w:rsidRDefault="00FD2E1B" w:rsidP="00BA4444"/>
                  </w:txbxContent>
                </v:textbox>
              </v:shape>
            </w:pict>
          </mc:Fallback>
        </mc:AlternateContent>
      </w:r>
    </w:p>
    <w:p w14:paraId="3B040525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31CBBA4A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6FB680D9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4779E81D" w14:textId="77777777" w:rsidR="00BA4444" w:rsidRPr="00BA4444" w:rsidRDefault="00BA4444" w:rsidP="00BA4444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Rank each of the following in order of INCREASING electronegativity</w:t>
      </w:r>
    </w:p>
    <w:p w14:paraId="2ACA6DF0" w14:textId="6B795735" w:rsidR="00BA4444" w:rsidRPr="00BA4444" w:rsidRDefault="00BA4444" w:rsidP="00BA4444">
      <w:pPr>
        <w:numPr>
          <w:ilvl w:val="0"/>
          <w:numId w:val="8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V, Y, O</w:t>
      </w:r>
      <w:r w:rsidRPr="00BA4444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BA4444">
        <w:rPr>
          <w:rFonts w:ascii="Calibri" w:hAnsi="Calibri"/>
        </w:rPr>
        <w:t>_________________________</w:t>
      </w:r>
    </w:p>
    <w:p w14:paraId="32E85C04" w14:textId="77777777" w:rsidR="00BA4444" w:rsidRPr="00BA4444" w:rsidRDefault="00BA4444" w:rsidP="00BA4444">
      <w:pPr>
        <w:numPr>
          <w:ilvl w:val="0"/>
          <w:numId w:val="8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Na, K, Ne</w:t>
      </w:r>
      <w:r w:rsidRPr="00BA4444">
        <w:rPr>
          <w:rFonts w:ascii="Calibri" w:hAnsi="Calibri"/>
        </w:rPr>
        <w:tab/>
        <w:t>_________________________</w:t>
      </w:r>
    </w:p>
    <w:p w14:paraId="171ED867" w14:textId="77777777" w:rsidR="00BA4444" w:rsidRPr="00BA4444" w:rsidRDefault="00BA4444" w:rsidP="00BA4444">
      <w:pPr>
        <w:numPr>
          <w:ilvl w:val="0"/>
          <w:numId w:val="8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Fr, Ca, Co</w:t>
      </w:r>
      <w:r w:rsidRPr="00BA4444">
        <w:rPr>
          <w:rFonts w:ascii="Calibri" w:hAnsi="Calibri"/>
        </w:rPr>
        <w:tab/>
        <w:t>_________________________</w:t>
      </w:r>
    </w:p>
    <w:p w14:paraId="15609DD2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36932FD2" w14:textId="77777777" w:rsidR="00BA4444" w:rsidRPr="00BA4444" w:rsidRDefault="00BA4444" w:rsidP="00BA4444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Rank each of the following in order of DECREASING electronegativity</w:t>
      </w:r>
    </w:p>
    <w:p w14:paraId="479E5D69" w14:textId="77777777" w:rsidR="00BA4444" w:rsidRPr="00BA4444" w:rsidRDefault="00BA4444" w:rsidP="00BA4444">
      <w:pPr>
        <w:numPr>
          <w:ilvl w:val="0"/>
          <w:numId w:val="9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As, Se, Sn</w:t>
      </w:r>
      <w:r w:rsidRPr="00BA4444">
        <w:rPr>
          <w:rFonts w:ascii="Calibri" w:hAnsi="Calibri"/>
        </w:rPr>
        <w:tab/>
        <w:t>_________________________</w:t>
      </w:r>
    </w:p>
    <w:p w14:paraId="217261FC" w14:textId="77777777" w:rsidR="00BA4444" w:rsidRPr="00BA4444" w:rsidRDefault="00BA4444" w:rsidP="00BA4444">
      <w:pPr>
        <w:numPr>
          <w:ilvl w:val="0"/>
          <w:numId w:val="9"/>
        </w:numPr>
        <w:spacing w:line="360" w:lineRule="auto"/>
        <w:rPr>
          <w:rFonts w:ascii="Calibri" w:hAnsi="Calibri"/>
        </w:rPr>
      </w:pPr>
      <w:proofErr w:type="spellStart"/>
      <w:r w:rsidRPr="00BA4444">
        <w:rPr>
          <w:rFonts w:ascii="Calibri" w:hAnsi="Calibri"/>
        </w:rPr>
        <w:t>Xe</w:t>
      </w:r>
      <w:proofErr w:type="spellEnd"/>
      <w:r w:rsidRPr="00BA4444">
        <w:rPr>
          <w:rFonts w:ascii="Calibri" w:hAnsi="Calibri"/>
        </w:rPr>
        <w:t xml:space="preserve">, Ru, </w:t>
      </w:r>
      <w:proofErr w:type="spellStart"/>
      <w:r w:rsidRPr="00BA4444">
        <w:rPr>
          <w:rFonts w:ascii="Calibri" w:hAnsi="Calibri"/>
        </w:rPr>
        <w:t>Hf</w:t>
      </w:r>
      <w:proofErr w:type="spellEnd"/>
      <w:r w:rsidRPr="00BA4444">
        <w:rPr>
          <w:rFonts w:ascii="Calibri" w:hAnsi="Calibri"/>
        </w:rPr>
        <w:tab/>
        <w:t>_________________________</w:t>
      </w:r>
    </w:p>
    <w:p w14:paraId="3C25B60C" w14:textId="77777777" w:rsidR="00BA4444" w:rsidRPr="00BA4444" w:rsidRDefault="00BA4444" w:rsidP="00BA4444">
      <w:pPr>
        <w:numPr>
          <w:ilvl w:val="0"/>
          <w:numId w:val="9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Sb, N, He</w:t>
      </w:r>
      <w:r w:rsidRPr="00BA4444">
        <w:rPr>
          <w:rFonts w:ascii="Calibri" w:hAnsi="Calibri"/>
        </w:rPr>
        <w:tab/>
        <w:t>_________________________</w:t>
      </w:r>
    </w:p>
    <w:p w14:paraId="425B88A4" w14:textId="77777777" w:rsidR="00BA4444" w:rsidRPr="00BA4444" w:rsidRDefault="00BA4444" w:rsidP="00BA4444">
      <w:pPr>
        <w:spacing w:line="360" w:lineRule="auto"/>
        <w:rPr>
          <w:rFonts w:ascii="Calibri" w:hAnsi="Calibri"/>
        </w:rPr>
      </w:pPr>
    </w:p>
    <w:p w14:paraId="02A387B9" w14:textId="77777777" w:rsidR="00752575" w:rsidRPr="00BA4444" w:rsidRDefault="00752575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Identify each element as a metal, metalloid, or nonmetal.</w:t>
      </w:r>
      <w:r w:rsidRPr="00BA4444">
        <w:rPr>
          <w:rFonts w:ascii="Calibri" w:hAnsi="Calibri"/>
        </w:rPr>
        <w:tab/>
      </w:r>
    </w:p>
    <w:p w14:paraId="569A7BCE" w14:textId="29F8318C" w:rsidR="00752575" w:rsidRPr="00BA4444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Fluorine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7F8C5F22" w14:textId="3A936619" w:rsidR="00752575" w:rsidRPr="00BA4444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 w:rsidRPr="00BA4444">
        <w:rPr>
          <w:rFonts w:ascii="Calibri" w:hAnsi="Calibri"/>
        </w:rPr>
        <w:t>Germanium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472A8F44" w14:textId="4EBF9534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Zinc</w:t>
      </w:r>
      <w:r w:rsidR="00375341">
        <w:rPr>
          <w:rFonts w:ascii="Calibri" w:hAnsi="Calibri"/>
        </w:rPr>
        <w:tab/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46C6FD8B" w14:textId="710338E6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Phosphorus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5AF98F2B" w14:textId="6833B6C7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Lithium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32F63E03" w14:textId="77777777" w:rsidR="00752575" w:rsidRDefault="00752575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Give two examples of elements for each category:</w:t>
      </w:r>
    </w:p>
    <w:p w14:paraId="2BB5C751" w14:textId="1942D2CF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Noble gases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77AC3A2D" w14:textId="5015D5CE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Halogens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2540C2B1" w14:textId="6034053C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Alkali metals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6649E92B" w14:textId="5F018A72" w:rsidR="00773A0E" w:rsidRPr="00AE2C76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Alkaline earth metals</w:t>
      </w:r>
      <w:r w:rsidR="00375341">
        <w:rPr>
          <w:rFonts w:ascii="Calibri" w:hAnsi="Calibri"/>
        </w:rPr>
        <w:tab/>
      </w:r>
      <w:r w:rsidR="00375341" w:rsidRPr="00BA4444">
        <w:rPr>
          <w:rFonts w:ascii="Calibri" w:hAnsi="Calibri"/>
        </w:rPr>
        <w:t>_________________________</w:t>
      </w:r>
    </w:p>
    <w:p w14:paraId="3C82F27C" w14:textId="77777777" w:rsidR="00752575" w:rsidRDefault="00752575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Circle the atom in each pair that has the largest atomic radius.</w:t>
      </w:r>
    </w:p>
    <w:p w14:paraId="0FCF4830" w14:textId="77777777" w:rsidR="00375341" w:rsidRDefault="00375341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  <w:sectPr w:rsidR="00375341" w:rsidSect="003E0BEB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14:paraId="069D4D0D" w14:textId="5F490846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Al or B</w:t>
      </w:r>
    </w:p>
    <w:p w14:paraId="5BA1A292" w14:textId="77777777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S or O</w:t>
      </w:r>
    </w:p>
    <w:p w14:paraId="62E69361" w14:textId="77777777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Br or Cl</w:t>
      </w:r>
    </w:p>
    <w:p w14:paraId="42B0CFFF" w14:textId="77777777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Na or Al</w:t>
      </w:r>
    </w:p>
    <w:p w14:paraId="142848B9" w14:textId="77777777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O or F</w:t>
      </w:r>
    </w:p>
    <w:p w14:paraId="687AA7F0" w14:textId="77777777" w:rsidR="00752575" w:rsidRDefault="00752575" w:rsidP="00773A0E">
      <w:pPr>
        <w:pStyle w:val="ListParagraph"/>
        <w:numPr>
          <w:ilvl w:val="1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Mg or Ca</w:t>
      </w:r>
    </w:p>
    <w:p w14:paraId="1179640B" w14:textId="77777777" w:rsidR="00375341" w:rsidRDefault="00375341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  <w:sectPr w:rsidR="00375341" w:rsidSect="00375341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14:paraId="02DFD5F2" w14:textId="77777777" w:rsidR="00375341" w:rsidRDefault="00375341" w:rsidP="00375341">
      <w:pPr>
        <w:pStyle w:val="ListParagraph"/>
        <w:spacing w:line="360" w:lineRule="auto"/>
        <w:rPr>
          <w:rFonts w:ascii="Calibri" w:hAnsi="Calibri"/>
        </w:rPr>
      </w:pPr>
    </w:p>
    <w:p w14:paraId="59292003" w14:textId="77777777" w:rsidR="00AE2C76" w:rsidRDefault="00AE2C76" w:rsidP="00375341">
      <w:pPr>
        <w:pStyle w:val="ListParagraph"/>
        <w:spacing w:line="360" w:lineRule="auto"/>
        <w:rPr>
          <w:rFonts w:ascii="Calibri" w:hAnsi="Calibri"/>
        </w:rPr>
      </w:pPr>
    </w:p>
    <w:p w14:paraId="44898E02" w14:textId="1E111C5A" w:rsidR="00752575" w:rsidRDefault="00752575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Is it easier to form a positive ion with an element that has a high ionization energy or an element that has a low ionization energy? Explain.</w:t>
      </w:r>
    </w:p>
    <w:p w14:paraId="6C19CB2D" w14:textId="77777777" w:rsidR="00773A0E" w:rsidRDefault="00773A0E" w:rsidP="00773A0E">
      <w:pPr>
        <w:spacing w:line="360" w:lineRule="auto"/>
        <w:rPr>
          <w:rFonts w:ascii="Calibri" w:hAnsi="Calibri"/>
        </w:rPr>
      </w:pPr>
    </w:p>
    <w:p w14:paraId="34945F21" w14:textId="77777777" w:rsidR="00773A0E" w:rsidRDefault="00773A0E" w:rsidP="00773A0E">
      <w:pPr>
        <w:spacing w:line="360" w:lineRule="auto"/>
        <w:rPr>
          <w:rFonts w:ascii="Calibri" w:hAnsi="Calibri"/>
        </w:rPr>
      </w:pPr>
    </w:p>
    <w:p w14:paraId="3B12507A" w14:textId="77777777" w:rsidR="00773A0E" w:rsidRPr="00773A0E" w:rsidRDefault="00773A0E" w:rsidP="00773A0E">
      <w:pPr>
        <w:spacing w:line="360" w:lineRule="auto"/>
        <w:rPr>
          <w:rFonts w:ascii="Calibri" w:hAnsi="Calibri"/>
        </w:rPr>
      </w:pPr>
    </w:p>
    <w:p w14:paraId="48A629D8" w14:textId="23EF579B" w:rsidR="00752575" w:rsidRDefault="00752575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Use the concept of ionization energy to explain why sodium forms a +1 ion (Na</w:t>
      </w:r>
      <w:r w:rsidRPr="00752575">
        <w:rPr>
          <w:rFonts w:ascii="Calibri" w:hAnsi="Calibri"/>
          <w:vertAlign w:val="superscript"/>
        </w:rPr>
        <w:t>+</w:t>
      </w:r>
      <w:r w:rsidR="00FA6632">
        <w:rPr>
          <w:rFonts w:ascii="Calibri" w:hAnsi="Calibri"/>
        </w:rPr>
        <w:t xml:space="preserve">) but magnesium forms a </w:t>
      </w:r>
      <w:r>
        <w:rPr>
          <w:rFonts w:ascii="Calibri" w:hAnsi="Calibri"/>
        </w:rPr>
        <w:t>+</w:t>
      </w:r>
      <w:r w:rsidR="00FA6632">
        <w:rPr>
          <w:rFonts w:ascii="Calibri" w:hAnsi="Calibri"/>
        </w:rPr>
        <w:t>2</w:t>
      </w:r>
      <w:r>
        <w:rPr>
          <w:rFonts w:ascii="Calibri" w:hAnsi="Calibri"/>
        </w:rPr>
        <w:t xml:space="preserve"> ion (Mg</w:t>
      </w:r>
      <w:r w:rsidRPr="00752575">
        <w:rPr>
          <w:rFonts w:ascii="Calibri" w:hAnsi="Calibri"/>
          <w:vertAlign w:val="superscript"/>
        </w:rPr>
        <w:t>+2</w:t>
      </w:r>
      <w:r>
        <w:rPr>
          <w:rFonts w:ascii="Calibri" w:hAnsi="Calibri"/>
        </w:rPr>
        <w:t>).</w:t>
      </w:r>
    </w:p>
    <w:p w14:paraId="6E5077E4" w14:textId="77777777" w:rsidR="00773A0E" w:rsidRDefault="00773A0E" w:rsidP="00773A0E">
      <w:pPr>
        <w:spacing w:line="360" w:lineRule="auto"/>
        <w:rPr>
          <w:rFonts w:ascii="Calibri" w:hAnsi="Calibri"/>
        </w:rPr>
      </w:pPr>
    </w:p>
    <w:p w14:paraId="7392FD2A" w14:textId="77777777" w:rsidR="00C95358" w:rsidRDefault="00C95358" w:rsidP="00773A0E">
      <w:pPr>
        <w:spacing w:line="360" w:lineRule="auto"/>
        <w:rPr>
          <w:rFonts w:ascii="Calibri" w:hAnsi="Calibri"/>
        </w:rPr>
      </w:pPr>
    </w:p>
    <w:p w14:paraId="78FFA813" w14:textId="77777777" w:rsidR="00375341" w:rsidRPr="00773A0E" w:rsidRDefault="00375341" w:rsidP="00773A0E">
      <w:pPr>
        <w:spacing w:line="360" w:lineRule="auto"/>
        <w:rPr>
          <w:rFonts w:ascii="Calibri" w:hAnsi="Calibri"/>
        </w:rPr>
      </w:pPr>
    </w:p>
    <w:p w14:paraId="20145F4A" w14:textId="77777777" w:rsidR="00752575" w:rsidRDefault="00752575" w:rsidP="00773A0E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What happens to ionization energy as you go down a group on the periodic table? Explain your answer.</w:t>
      </w:r>
    </w:p>
    <w:p w14:paraId="48985E4B" w14:textId="77777777" w:rsidR="00773A0E" w:rsidRDefault="00773A0E" w:rsidP="00773A0E">
      <w:pPr>
        <w:spacing w:line="360" w:lineRule="auto"/>
        <w:rPr>
          <w:rFonts w:ascii="Calibri" w:hAnsi="Calibri"/>
        </w:rPr>
      </w:pPr>
    </w:p>
    <w:p w14:paraId="186636DE" w14:textId="77777777" w:rsidR="00773A0E" w:rsidRDefault="00773A0E" w:rsidP="00773A0E">
      <w:pPr>
        <w:spacing w:line="360" w:lineRule="auto"/>
        <w:rPr>
          <w:rFonts w:ascii="Calibri" w:hAnsi="Calibri"/>
        </w:rPr>
      </w:pPr>
    </w:p>
    <w:p w14:paraId="2453B166" w14:textId="77777777" w:rsidR="00773A0E" w:rsidRPr="00773A0E" w:rsidRDefault="00773A0E" w:rsidP="00773A0E">
      <w:pPr>
        <w:spacing w:line="360" w:lineRule="auto"/>
        <w:rPr>
          <w:rFonts w:ascii="Calibri" w:hAnsi="Calibri"/>
        </w:rPr>
      </w:pPr>
    </w:p>
    <w:p w14:paraId="223EC93E" w14:textId="13EDE809" w:rsidR="00752575" w:rsidRDefault="00752575" w:rsidP="00BA444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What happens to ioni</w:t>
      </w:r>
      <w:r w:rsidR="00773A0E">
        <w:rPr>
          <w:rFonts w:ascii="Calibri" w:hAnsi="Calibri"/>
        </w:rPr>
        <w:t xml:space="preserve">zation energy as you go across </w:t>
      </w:r>
      <w:r>
        <w:rPr>
          <w:rFonts w:ascii="Calibri" w:hAnsi="Calibri"/>
        </w:rPr>
        <w:t>the periodic table? Explain your answer.</w:t>
      </w:r>
    </w:p>
    <w:p w14:paraId="3F9934FF" w14:textId="77777777" w:rsidR="00C95358" w:rsidRDefault="00C95358" w:rsidP="00C95358">
      <w:pPr>
        <w:pStyle w:val="ListParagraph"/>
        <w:spacing w:line="360" w:lineRule="auto"/>
        <w:rPr>
          <w:rFonts w:ascii="Calibri" w:hAnsi="Calibri"/>
        </w:rPr>
      </w:pPr>
    </w:p>
    <w:p w14:paraId="69072EFD" w14:textId="77777777" w:rsidR="00C95358" w:rsidRDefault="00C95358" w:rsidP="00C95358">
      <w:pPr>
        <w:pStyle w:val="ListParagraph"/>
        <w:spacing w:line="360" w:lineRule="auto"/>
        <w:rPr>
          <w:rFonts w:ascii="Calibri" w:hAnsi="Calibri"/>
        </w:rPr>
      </w:pPr>
    </w:p>
    <w:p w14:paraId="051591F3" w14:textId="14670C43" w:rsidR="00C95358" w:rsidRDefault="00C95358" w:rsidP="00C95358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</w:rPr>
      </w:pPr>
      <w:r>
        <w:rPr>
          <w:rFonts w:ascii="Calibri" w:hAnsi="Calibri"/>
        </w:rPr>
        <w:t xml:space="preserve">Identify the most and least </w:t>
      </w:r>
      <w:r w:rsidRPr="00C95358">
        <w:rPr>
          <w:rFonts w:ascii="Calibri" w:hAnsi="Calibri"/>
        </w:rPr>
        <w:t>electronegative groups (families) of elements in the periodic table.</w:t>
      </w:r>
    </w:p>
    <w:p w14:paraId="2DA0FD2A" w14:textId="77777777" w:rsidR="00EF02EB" w:rsidRDefault="00EF02EB" w:rsidP="00EF02EB">
      <w:pPr>
        <w:spacing w:after="200" w:line="276" w:lineRule="auto"/>
        <w:rPr>
          <w:rFonts w:ascii="Calibri" w:hAnsi="Calibri"/>
        </w:rPr>
      </w:pPr>
    </w:p>
    <w:p w14:paraId="30009BE4" w14:textId="77777777" w:rsidR="00FA6632" w:rsidRDefault="00FA6632" w:rsidP="00EF02EB">
      <w:pPr>
        <w:spacing w:after="200" w:line="276" w:lineRule="auto"/>
        <w:rPr>
          <w:rFonts w:ascii="Calibri" w:hAnsi="Calibri"/>
        </w:rPr>
      </w:pPr>
    </w:p>
    <w:p w14:paraId="3AD12A85" w14:textId="6A5DDC3B" w:rsidR="00EF02EB" w:rsidRPr="00EF02EB" w:rsidRDefault="00EF02EB" w:rsidP="00EF02EB">
      <w:pPr>
        <w:jc w:val="center"/>
        <w:rPr>
          <w:rFonts w:ascii="Calibri" w:hAnsi="Calibri"/>
          <w:b/>
          <w:sz w:val="40"/>
          <w:szCs w:val="40"/>
          <w:u w:val="single"/>
        </w:rPr>
      </w:pPr>
      <w:r>
        <w:rPr>
          <w:rFonts w:ascii="Calibri" w:hAnsi="Calibri"/>
          <w:b/>
          <w:sz w:val="40"/>
          <w:szCs w:val="40"/>
          <w:u w:val="single"/>
        </w:rPr>
        <w:t xml:space="preserve">Introduction to </w:t>
      </w:r>
      <w:r w:rsidRPr="00EF02EB">
        <w:rPr>
          <w:rFonts w:ascii="Calibri" w:hAnsi="Calibri"/>
          <w:b/>
          <w:sz w:val="40"/>
          <w:szCs w:val="40"/>
          <w:u w:val="single"/>
        </w:rPr>
        <w:t>Electron Shielding</w:t>
      </w:r>
    </w:p>
    <w:p w14:paraId="05590E81" w14:textId="77777777" w:rsidR="00EF02EB" w:rsidRPr="00EF02EB" w:rsidRDefault="00EF02EB" w:rsidP="00EF02EB">
      <w:pPr>
        <w:rPr>
          <w:rFonts w:ascii="Calibri" w:hAnsi="Calibri"/>
        </w:rPr>
      </w:pPr>
    </w:p>
    <w:p w14:paraId="448E2AB4" w14:textId="0AF87A27" w:rsidR="00EF02EB" w:rsidRPr="00EF02EB" w:rsidRDefault="00EF02EB" w:rsidP="00EF02EB">
      <w:pPr>
        <w:rPr>
          <w:rFonts w:ascii="Calibri" w:hAnsi="Calibri"/>
        </w:rPr>
      </w:pPr>
      <w:r w:rsidRPr="00EF02EB">
        <w:rPr>
          <w:rFonts w:ascii="Calibri" w:hAnsi="Calibri"/>
        </w:rPr>
        <w:t>FIGURE 1: “</w:t>
      </w:r>
      <w:r w:rsidRPr="00EF02EB">
        <w:rPr>
          <w:rFonts w:ascii="Calibri" w:hAnsi="Calibri"/>
          <w:b/>
        </w:rPr>
        <w:t>Bohr Diagrams</w:t>
      </w:r>
      <w:r w:rsidRPr="00EF02EB">
        <w:rPr>
          <w:rFonts w:ascii="Calibri" w:hAnsi="Calibri"/>
        </w:rPr>
        <w:t>” of boron, carbon and nitrogen</w:t>
      </w:r>
      <w:r w:rsidR="00FD2E1B">
        <w:rPr>
          <w:rFonts w:ascii="Calibri" w:hAnsi="Calibri"/>
        </w:rPr>
        <w:t>:</w:t>
      </w:r>
    </w:p>
    <w:p w14:paraId="1D090BF1" w14:textId="3455CFC4" w:rsidR="00EF02EB" w:rsidRPr="00EF02EB" w:rsidRDefault="00EF02EB" w:rsidP="00EF02EB">
      <w:pPr>
        <w:rPr>
          <w:rFonts w:ascii="Calibri" w:hAnsi="Calibri"/>
        </w:rPr>
      </w:pPr>
      <w:r w:rsidRPr="00EF02EB"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 wp14:anchorId="461D7D4E" wp14:editId="1AB53242">
                <wp:simplePos x="0" y="0"/>
                <wp:positionH relativeFrom="column">
                  <wp:posOffset>1005840</wp:posOffset>
                </wp:positionH>
                <wp:positionV relativeFrom="paragraph">
                  <wp:posOffset>31750</wp:posOffset>
                </wp:positionV>
                <wp:extent cx="4023360" cy="915035"/>
                <wp:effectExtent l="0" t="0" r="7620" b="1333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3360" cy="915035"/>
                          <a:chOff x="3024" y="3622"/>
                          <a:chExt cx="6336" cy="1441"/>
                        </a:xfrm>
                      </wpg:grpSpPr>
                      <wps:wsp>
                        <wps:cNvPr id="8" name="Oval 6"/>
                        <wps:cNvSpPr>
                          <a:spLocks noChangeArrowheads="1"/>
                        </wps:cNvSpPr>
                        <wps:spPr bwMode="auto">
                          <a:xfrm>
                            <a:off x="8064" y="3622"/>
                            <a:ext cx="1296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7"/>
                        <wps:cNvSpPr>
                          <a:spLocks noChangeArrowheads="1"/>
                        </wps:cNvSpPr>
                        <wps:spPr bwMode="auto">
                          <a:xfrm>
                            <a:off x="8352" y="3910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8"/>
                        <wps:cNvSpPr>
                          <a:spLocks noChangeArrowheads="1"/>
                        </wps:cNvSpPr>
                        <wps:spPr bwMode="auto">
                          <a:xfrm>
                            <a:off x="8640" y="4198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9"/>
                        <wps:cNvSpPr>
                          <a:spLocks noChangeArrowheads="1"/>
                        </wps:cNvSpPr>
                        <wps:spPr bwMode="auto">
                          <a:xfrm>
                            <a:off x="8784" y="4487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8496" y="3911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8064" y="3910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2"/>
                        <wpg:cNvGrpSpPr>
                          <a:grpSpLocks/>
                        </wpg:cNvGrpSpPr>
                        <wpg:grpSpPr bwMode="auto">
                          <a:xfrm>
                            <a:off x="3024" y="3622"/>
                            <a:ext cx="3600" cy="1441"/>
                            <a:chOff x="3024" y="3622"/>
                            <a:chExt cx="3600" cy="1441"/>
                          </a:xfrm>
                        </wpg:grpSpPr>
                        <wps:wsp>
                          <wps:cNvPr id="15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3622"/>
                              <a:ext cx="1296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6" y="3910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4" y="419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4487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0" y="391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391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3024" y="3622"/>
                              <a:ext cx="1296" cy="1440"/>
                              <a:chOff x="3024" y="3622"/>
                              <a:chExt cx="1296" cy="1440"/>
                            </a:xfrm>
                          </wpg:grpSpPr>
                          <wps:wsp>
                            <wps:cNvPr id="22" name="Oval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24" y="3622"/>
                                <a:ext cx="1296" cy="1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Oval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12" y="3910"/>
                                <a:ext cx="720" cy="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Oval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00" y="419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Oval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44" y="4487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Oval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391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Oval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24" y="391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68" y="4775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Oval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" y="4487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0" y="405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6" y="491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" y="491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8304" y="4919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8928" y="3622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9216" y="4151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9216" y="4631"/>
                            <a:ext cx="144" cy="1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79.2pt;margin-top:2.5pt;width:316.8pt;height:72.05pt;z-index:251663360" coordorigin="3024,3622" coordsize="6336,144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" o:allowincell="f">
                <v:oval id="Oval 6" o:spid="_x0000_s1027" style="position:absolute;left:8064;top:3622;width:1296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S3cvgAA&#10;ANoAAAAPAAAAZHJzL2Rvd25yZXYueG1sRE9Ni8IwEL0L+x/CLHjTVIsiXaOIIuhhD1vd+9CMbbGZ&#10;lGas9d+bw8IeH+97vR1co3rqQu3ZwGyagCIuvK25NHC9HCcrUEGQLTaeycCLAmw3H6M1ZtY/+Yf6&#10;XEoVQzhkaKASaTOtQ1GRwzD1LXHkbr5zKBF2pbYdPmO4a/Q8SZbaYc2xocKW9hUV9/zhDBzKXb7s&#10;dSqL9HY4yeL++31OZ8aMP4fdFyihQf7Ff+6TNRC3xivxBujN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TUt3L4AAADaAAAADwAAAAAAAAAAAAAAAACXAgAAZHJzL2Rvd25yZXYu&#10;eG1sUEsFBgAAAAAEAAQA9QAAAIIDAAAAAA==&#10;"/>
                <v:oval id="Oval 7" o:spid="_x0000_s1028" style="position:absolute;left:8352;top:3910;width:72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eYhHwgAA&#10;ANoAAAAPAAAAZHJzL2Rvd25yZXYueG1sRI9Ba8JAFITvQv/D8oTedKNBaaOrSKVgDx4a2/sj+0yC&#10;2bch+4zx37sFocdhZr5h1tvBNaqnLtSeDcymCSjiwtuaSwM/p8/JG6ggyBYbz2TgTgG2m5fRGjPr&#10;b/xNfS6lihAOGRqoRNpM61BU5DBMfUscvbPvHEqUXalth7cId42eJ8lSO6w5LlTY0kdFxSW/OgP7&#10;cpcve53KIj3vD7K4/B6/0pkxr+NhtwIlNMh/+Nk+WAPv8Hcl3gC9e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55iEfCAAAA2gAAAA8AAAAAAAAAAAAAAAAAlwIAAGRycy9kb3du&#10;cmV2LnhtbFBLBQYAAAAABAAEAPUAAACGAwAAAAA=&#10;"/>
                <v:oval id="Oval 8" o:spid="_x0000_s1029" style="position:absolute;left:8640;top:419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lPIVwwAA&#10;ANsAAAAPAAAAZHJzL2Rvd25yZXYueG1sRI9Ba8MwDIXvg/0Ho8EuY3E6aClZnTICHb027aFHLdaS&#10;sFgOttck/746DHaTeE/vfdrtZzeoG4XYezawynJQxI23PbcGLufD6xZUTMgWB89kYKEI+/LxYYeF&#10;9ROf6FanVkkIxwINdCmNhdax6chhzPxILNq3Dw6TrKHVNuAk4W7Qb3m+0Q57loYOR6o6an7qX2cg&#10;vIxLtRyrw+qLP+v1tLXXzcUa8/w0f7yDSjSnf/Pf9dEKvtDLLzKALu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lPIVwwAAANsAAAAPAAAAAAAAAAAAAAAAAJcCAABkcnMvZG93&#10;bnJldi54bWxQSwUGAAAAAAQABAD1AAAAhwMAAAAA&#10;" fillcolor="black"/>
                <v:oval id="Oval 9" o:spid="_x0000_s1030" style="position:absolute;left:8784;top:4487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8wnPwAAA&#10;ANsAAAAPAAAAZHJzL2Rvd25yZXYueG1sRE9Na8JAEL0L/odlCr3pJgalpK4iSsEePDRt70N2TILZ&#10;2ZAdY/z3bkHobR7vc9bb0bVqoD40ng2k8wQUceltw5WBn++P2RuoIMgWW89k4E4BtpvpZI259Tf+&#10;oqGQSsUQDjkaqEW6XOtQ1uQwzH1HHLmz7x1KhH2lbY+3GO5avUiSlXbYcGyosaN9TeWluDoDh2pX&#10;rAadyTI7H46yvPyePrPUmNeXcfcOSmiUf/HTfbRxfgp/v8QD9OY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78wnPwAAAANsAAAAPAAAAAAAAAAAAAAAAAJcCAABkcnMvZG93bnJl&#10;di54bWxQSwUGAAAAAAQABAD1AAAAhAMAAAAA&#10;"/>
                <v:oval id="Oval 10" o:spid="_x0000_s1031" style="position:absolute;left:8496;top:3911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Ze4wAAA&#10;ANsAAAAPAAAAZHJzL2Rvd25yZXYueG1sRE9Na8JAEL0L/odlBG+60aCU1FWkItiDB2N7H7JjEszO&#10;huw0pv++WxC8zeN9zmY3uEb11IXas4HFPAFFXHhbc2ng63qcvYEKgmyx8UwGfinAbjsebTCz/sEX&#10;6nMpVQzhkKGBSqTNtA5FRQ7D3LfEkbv5zqFE2JXadviI4a7RyyRZa4c1x4YKW/qoqLjnP87Aodzn&#10;616nskpvh5Os7t/nz3RhzHQy7N9BCQ3yEj/dJxvnL+H/l3iA3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LIZe4wAAAANsAAAAPAAAAAAAAAAAAAAAAAJcCAABkcnMvZG93bnJl&#10;di54bWxQSwUGAAAAAAQABAD1AAAAhAMAAAAA&#10;"/>
                <v:oval id="Oval 11" o:spid="_x0000_s1032" style="position:absolute;left:8064;top:391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TIjwAAA&#10;ANsAAAAPAAAAZHJzL2Rvd25yZXYueG1sRE9Na8JAEL0L/Q/LFLyZjQ2KpK4iFUEPPTTqfciOSTA7&#10;G7LTmP77rlDobR7vc9bb0bVqoD40ng3MkxQUceltw5WBy/kwW4EKgmyx9UwGfijAdvMyWWNu/YO/&#10;aCikUjGEQ44GapEu1zqUNTkMie+II3fzvUOJsK+07fERw12r39J0qR02HBtq7OijpvJefDsD+2pX&#10;LAedySK77Y+yuF8/T9ncmOnruHsHJTTKv/jPfbRxfgbPX+IBevM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kbTIjwAAAANsAAAAPAAAAAAAAAAAAAAAAAJcCAABkcnMvZG93bnJl&#10;di54bWxQSwUGAAAAAAQABAD1AAAAhAMAAAAA&#10;"/>
                <v:group id="Group 12" o:spid="_x0000_s1033" style="position:absolute;left:3024;top:3622;width:3600;height:1441" coordorigin="3024,3622" coordsize="3600,14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oval id="Oval 13" o:spid="_x0000_s1034" style="position:absolute;left:5328;top:3622;width:1296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A/MwAAA&#10;ANsAAAAPAAAAZHJzL2Rvd25yZXYueG1sRE9Na8JAEL0L/odlCr3pxoZISV1FlII9eDDa+5Adk2B2&#10;NmSnMf333YLgbR7vc1ab0bVqoD40ng0s5gko4tLbhisDl/Pn7B1UEGSLrWcy8EsBNuvpZIW59Xc+&#10;0VBIpWIIhxwN1CJdrnUoa3IY5r4jjtzV9w4lwr7Stsd7DHetfkuSpXbYcGyosaNdTeWt+HEG9tW2&#10;WA46lSy97g+S3b6PX+nCmNeXcfsBSmiUp/jhPtg4P4P/X+IBev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EyA/MwAAAANsAAAAPAAAAAAAAAAAAAAAAAJcCAABkcnMvZG93bnJl&#10;di54bWxQSwUGAAAAAAQABAD1AAAAhAMAAAAA&#10;"/>
                  <v:oval id="Oval 14" o:spid="_x0000_s1035" style="position:absolute;left:5616;top:3910;width:72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GpG7wAAA&#10;ANsAAAAPAAAAZHJzL2Rvd25yZXYueG1sRE9Na8JAEL0X/A/LFHqrGxsMJXUVUQp68NBo70N2TILZ&#10;2ZCdxvjvXUHobR7vcxar0bVqoD40ng3Mpgko4tLbhisDp+P3+yeoIMgWW89k4EYBVsvJywJz66/8&#10;Q0MhlYohHHI0UIt0udahrMlhmPqOOHJn3zuUCPtK2x6vMdy1+iNJMu2w4dhQY0ebmspL8ecMbKt1&#10;kQ06lXl63u5kfvk97NOZMW+v4/oLlNAo/+Kne2fj/Awev8QD9PIO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GpG7wAAAANsAAAAPAAAAAAAAAAAAAAAAAJcCAABkcnMvZG93bnJl&#10;di54bWxQSwUGAAAAAAQABAD1AAAAhAMAAAAA&#10;"/>
                  <v:oval id="Oval 15" o:spid="_x0000_s1036" style="position:absolute;left:5904;top:419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fWphvwAA&#10;ANsAAAAPAAAAZHJzL2Rvd25yZXYueG1sRE9Ni8IwEL0L/ocwghfR1IV1pRpFCi5et3rwONuMbbGZ&#10;lCTa9t+bhQVv83ifs933phFPcr62rGC5SEAQF1bXXCq4nI/zNQgfkDU2lknBQB72u/Foi6m2Hf/Q&#10;Mw+liCHsU1RQhdCmUvqiIoN+YVviyN2sMxgidKXUDrsYbhr5kSQrabDm2FBhS1lFxT1/GAVu1g7Z&#10;cMqOy1/+zj+7tb6uLlqp6aQ/bEAE6sNb/O8+6Tj/C/5+iQfI3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19amG/AAAA2wAAAA8AAAAAAAAAAAAAAAAAlwIAAGRycy9kb3ducmV2&#10;LnhtbFBLBQYAAAAABAAEAPUAAACDAwAAAAA=&#10;" fillcolor="black"/>
                  <v:oval id="Oval 16" o:spid="_x0000_s1037" style="position:absolute;left:6048;top:4487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yaBSwwAA&#10;ANsAAAAPAAAAZHJzL2Rvd25yZXYueG1sRI9Ba8JAEIXvhf6HZQq91Y0GRVJXEaVgDz002vuQHZNg&#10;djZkpzH9951DobcZ3pv3vtnsptCZkYbURnYwn2VgiKvoW64dXM5vL2swSZA9dpHJwQ8l2G0fHzZY&#10;+HjnTxpLqY2GcCrQQSPSF9amqqGAaRZ7YtWucQgoug619QPeNTx0dpFlKxuwZW1osKdDQ9Wt/A4O&#10;jvW+XI02l2V+PZ5kefv6eM/nzj0/TftXMEKT/Jv/rk9e8RVWf9EB7P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yaBSwwAAANsAAAAPAAAAAAAAAAAAAAAAAJcCAABkcnMvZG93&#10;bnJldi54bWxQSwUGAAAAAAQABAD1AAAAhwMAAAAA&#10;"/>
                  <v:oval id="Oval 17" o:spid="_x0000_s1038" style="position:absolute;left:5760;top:391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hQXJwQAA&#10;ANsAAAAPAAAAZHJzL2Rvd25yZXYueG1sRE9Na8JAEL0L/Q/LCL3pRoPSRleRSsEePDS29yE7JsHs&#10;bMiOMf57tyD0No/3Oevt4BrVUxdqzwZm0wQUceFtzaWBn9Pn5A1UEGSLjWcycKcA283LaI2Z9Tf+&#10;pj6XUsUQDhkaqETaTOtQVOQwTH1LHLmz7xxKhF2pbYe3GO4aPU+SpXZYc2yosKWPiopLfnUG9uUu&#10;X/Y6lUV63h9kcfk9fqUzY17Hw24FSmiQf/HTfbBx/jv8/RIP0J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YUFycEAAADbAAAADwAAAAAAAAAAAAAAAACXAgAAZHJzL2Rvd25y&#10;ZXYueG1sUEsFBgAAAAAEAAQA9QAAAIUDAAAAAA==&#10;"/>
                  <v:oval id="Oval 18" o:spid="_x0000_s1039" style="position:absolute;left:5328;top:3911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02bpvwAA&#10;ANsAAAAPAAAAZHJzL2Rvd25yZXYueG1sRE9Ni8IwEL0L/ocwgjdNtShSjSLKgnvwsN31PjRjW2wm&#10;pZmt9d9vDsIeH+97dxhco3rqQu3ZwGKegCIuvK25NPDz/THbgAqCbLHxTAZeFOCwH492mFn/5C/q&#10;cylVDOGQoYFKpM20DkVFDsPct8SRu/vOoUTYldp2+IzhrtHLJFlrhzXHhgpbOlVUPPJfZ+BcHvN1&#10;r1NZpffzRVaP2/UzXRgznQzHLSihQf7Fb/fFGljG9fFL/AF6/w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rTZum/AAAA2wAAAA8AAAAAAAAAAAAAAAAAlwIAAGRycy9kb3ducmV2&#10;LnhtbFBLBQYAAAAABAAEAPUAAACDAwAAAAA=&#10;"/>
                  <v:group id="Group 19" o:spid="_x0000_s1040" style="position:absolute;left:3024;top:3622;width:1296;height:1440" coordorigin="3024,3622" coordsize="1296,1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<v:oval id="Oval 20" o:spid="_x0000_s1041" style="position:absolute;left:3024;top:3622;width:1296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V0FwwAA&#10;ANsAAAAPAAAAZHJzL2Rvd25yZXYueG1sRI9Ba8JAFITvQv/D8gredGOCUlJXkYqgBw+N7f2RfSbB&#10;7NuQfY3pv+8KQo/DzHzDrLeja9VAfWg8G1jME1DEpbcNVwa+LofZG6ggyBZbz2TglwJsNy+TNebW&#10;3/mThkIqFSEccjRQi3S51qGsyWGY+444elffO5Qo+0rbHu8R7lqdJslKO2w4LtTY0UdN5a34cQb2&#10;1a5YDTqTZXbdH2V5+z6fsoUx09dx9w5KaJT/8LN9tAbSFB5f4g/Qm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TV0FwwAAANsAAAAPAAAAAAAAAAAAAAAAAJcCAABkcnMvZG93&#10;bnJldi54bWxQSwUGAAAAAAQABAD1AAAAhwMAAAAA&#10;"/>
                    <v:oval id="Oval 21" o:spid="_x0000_s1042" style="position:absolute;left:3312;top:3910;width:72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AfiewgAA&#10;ANsAAAAPAAAAZHJzL2Rvd25yZXYueG1sRI9Ba8JAFITvgv9heYI33WhQSuoqUhHswYOxvT+yzySY&#10;fRuyrzH9992C4HGYmW+YzW5wjeqpC7VnA4t5Aoq48Lbm0sDX9Th7AxUE2WLjmQz8UoDddjzaYGb9&#10;gy/U51KqCOGQoYFKpM20DkVFDsPct8TRu/nOoUTZldp2+Ihw1+hlkqy1w5rjQoUtfVRU3PMfZ+BQ&#10;7vN1r1NZpbfDSVb37/NnujBmOhn276CEBnmFn+2TNbBM4f9L/AF6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B+J7CAAAA2wAAAA8AAAAAAAAAAAAAAAAAlwIAAGRycy9kb3du&#10;cmV2LnhtbFBLBQYAAAAABAAEAPUAAACGAwAAAAA=&#10;"/>
                    <v:oval id="Oval 22" o:spid="_x0000_s1043" style="position:absolute;left:3600;top:4199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wz6rwgAA&#10;ANsAAAAPAAAAZHJzL2Rvd25yZXYueG1sRI9Bi8IwFITvC/6H8AQvi6bKrkg1ihQUr9v14PHZPNti&#10;81KSaNt/b4SFPQ4z8w2z2fWmEU9yvrasYD5LQBAXVtdcKjj/HqYrED4ga2wsk4KBPOy2o48Nptp2&#10;/EPPPJQiQtinqKAKoU2l9EVFBv3MtsTRu1lnMETpSqkddhFuGrlIkqU0WHNcqLClrKLinj+MAvfZ&#10;Dtlwyg7zKx/z726lL8uzVmoy7vdrEIH68B/+a5+0gsUXvL/EHyC3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DPqvCAAAA2wAAAA8AAAAAAAAAAAAAAAAAlwIAAGRycy9kb3du&#10;cmV2LnhtbFBLBQYAAAAABAAEAPUAAACGAwAAAAA=&#10;" fillcolor="black"/>
                    <v:oval id="Oval 23" o:spid="_x0000_s1044" style="position:absolute;left:3744;top:4487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pMVxwwAA&#10;ANsAAAAPAAAAZHJzL2Rvd25yZXYueG1sRI9Ba8JAFITvgv9heUJvutEQKamrSKWghx4a2/sj+0yC&#10;2bch+xrjv3eFQo/DzHzDbHaja9VAfWg8G1guElDEpbcNVwa+zx/zV1BBkC22nsnAnQLsttPJBnPr&#10;b/xFQyGVihAOORqoRbpc61DW5DAsfEccvYvvHUqUfaVtj7cId61eJclaO2w4LtTY0XtN5bX4dQYO&#10;1b5YDzqVLL0cjpJdfz5P6dKYl9m4fwMlNMp/+K99tAZWGTy/xB+gt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pMVxwwAAANsAAAAPAAAAAAAAAAAAAAAAAJcCAABkcnMvZG93&#10;bnJldi54bWxQSwUGAAAAAAQABAD1AAAAhwMAAAAA&#10;"/>
                    <v:oval id="Oval 24" o:spid="_x0000_s1045" style="position:absolute;left:3456;top:391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lsGwwAA&#10;ANsAAAAPAAAAZHJzL2Rvd25yZXYueG1sRI9Ba8JAFITvQv/D8gredKPBUFJXkYqgBw+N7f2RfSbB&#10;7NuQfY3pv+8KQo/DzHzDrLeja9VAfWg8G1jME1DEpbcNVwa+LofZG6ggyBZbz2TglwJsNy+TNebW&#10;3/mThkIqFSEccjRQi3S51qGsyWGY+444elffO5Qo+0rbHu8R7lq9TJJMO2w4LtTY0UdN5a34cQb2&#10;1a7IBp3KKr3uj7K6fZ9P6cKY6eu4ewclNMp/+Nk+WgPLDB5f4g/Qm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dlsGwwAAANsAAAAPAAAAAAAAAAAAAAAAAJcCAABkcnMvZG93&#10;bnJldi54bWxQSwUGAAAAAAQABAD1AAAAhwMAAAAA&#10;"/>
                    <v:oval id="Oval 25" o:spid="_x0000_s1046" style="position:absolute;left:3024;top:391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v6dwwAA&#10;ANsAAAAPAAAAZHJzL2Rvd25yZXYueG1sRI9Pa8JAFMTvQr/D8gq96UaDf4iuIpWCHnowtvdH9pkE&#10;s29D9jWm374rFDwOM/MbZrMbXKN66kLt2cB0koAiLrytuTTwdfkYr0AFQbbYeCYDvxRgt30ZbTCz&#10;/s5n6nMpVYRwyNBAJdJmWoeiIodh4lvi6F1951Ci7EptO7xHuGv0LEkW2mHNcaHClt4rKm75jzNw&#10;KPf5otepzNPr4Sjz2/fnKZ0a8/Y67NeghAZ5hv/bR2tgtoTHl/gD9P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Ov6dwwAAANsAAAAPAAAAAAAAAAAAAAAAAJcCAABkcnMvZG93&#10;bnJldi54bWxQSwUGAAAAAAQABAD1AAAAhwMAAAAA&#10;"/>
                    <v:oval id="Oval 26" o:spid="_x0000_s1047" style="position:absolute;left:3168;top:4775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pWrvvwAA&#10;ANsAAAAPAAAAZHJzL2Rvd25yZXYueG1sRE9Ni8IwEL0L/ocwgjdNtShSjSLKgnvwsN31PjRjW2wm&#10;pZmt9d9vDsIeH+97dxhco3rqQu3ZwGKegCIuvK25NPDz/THbgAqCbLHxTAZeFOCwH492mFn/5C/q&#10;cylVDOGQoYFKpM20DkVFDsPct8SRu/vOoUTYldp2+IzhrtHLJFlrhzXHhgpbOlVUPPJfZ+BcHvN1&#10;r1NZpffzRVaP2/UzXRgznQzHLSihQf7Fb/fFGljGsfFL/AF6/w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Slau+/AAAA2wAAAA8AAAAAAAAAAAAAAAAAlwIAAGRycy9kb3ducmV2&#10;LnhtbFBLBQYAAAAABAAEAPUAAACDAwAAAAA=&#10;"/>
                    <v:oval id="Oval 27" o:spid="_x0000_s1048" style="position:absolute;left:4176;top:4487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6c90wwAA&#10;ANsAAAAPAAAAZHJzL2Rvd25yZXYueG1sRI9Ba8JAFITvQv/D8gq96UaDotFVpFLQQw/G9v7IPpNg&#10;9m3Ivsb033eFgsdhZr5hNrvBNaqnLtSeDUwnCSjiwtuaSwNfl4/xElQQZIuNZzLwSwF225fRBjPr&#10;73ymPpdSRQiHDA1UIm2mdSgqchgmviWO3tV3DiXKrtS2w3uEu0bPkmShHdYcFyps6b2i4pb/OAOH&#10;cp8vep3KPL0ejjK/fX+e0qkxb6/Dfg1KaJBn+L99tAZmK3h8iT9Ab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6c90wwAAANsAAAAPAAAAAAAAAAAAAAAAAJcCAABkcnMvZG93&#10;bnJldi54bWxQSwUGAAAAAAQABAD1AAAAhwMAAAAA&#10;"/>
                  </v:group>
                  <v:oval id="Oval 28" o:spid="_x0000_s1049" style="position:absolute;left:6480;top:405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vA0vwAA&#10;ANsAAAAPAAAAZHJzL2Rvd25yZXYueG1sRE9Ni8IwEL0L+x/CLHjTVIsiXaOIIuhhD1vd+9CMbbGZ&#10;lGas9d+bw8IeH+97vR1co3rqQu3ZwGyagCIuvK25NHC9HCcrUEGQLTaeycCLAmw3H6M1ZtY/+Yf6&#10;XEoVQzhkaKASaTOtQ1GRwzD1LXHkbr5zKBF2pbYdPmO4a/Q8SZbaYc2xocKW9hUV9/zhDBzKXb7s&#10;dSqL9HY4yeL++31OZ8aMP4fdFyihQf7Ff+6TNZDG9fFL/AF68wY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8K8DS/AAAA2wAAAA8AAAAAAAAAAAAAAAAAlwIAAGRycy9kb3ducmV2&#10;LnhtbFBLBQYAAAAABAAEAPUAAACDAwAAAAA=&#10;"/>
                  <v:oval id="Oval 29" o:spid="_x0000_s1050" style="position:absolute;left:5616;top:4919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RlWvwwAA&#10;ANsAAAAPAAAAZHJzL2Rvd25yZXYueG1sRI9Ba8JAFITvgv9heYXedBODUlJXEaVgDx6atvdH9pkE&#10;s29D9hnjv3cLQo/DzHzDrLeja9VAfWg8G0jnCSji0tuGKwM/3x+zN1BBkC22nsnAnQJsN9PJGnPr&#10;b/xFQyGVihAOORqoRbpc61DW5DDMfUccvbPvHUqUfaVtj7cId61eJMlKO2w4LtTY0b6m8lJcnYFD&#10;tStWg85kmZ0PR1lefk+fWWrM68u4ewclNMp/+Nk+WgNZCn9f4g/Qm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RlWvwwAAANsAAAAPAAAAAAAAAAAAAAAAAJcCAABkcnMvZG93&#10;bnJldi54bWxQSwUGAAAAAAQABAD1AAAAhwMAAAAA&#10;"/>
                  <v:oval id="Oval 30" o:spid="_x0000_s1051" style="position:absolute;left:6192;top:4919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MvYwgAA&#10;ANsAAAAPAAAAZHJzL2Rvd25yZXYueG1sRI9Ba8JAFITvgv9heYI33WhQSuoqUhHswYOxvT+yzySY&#10;fRuyrzH9992C4HGYmW+YzW5wjeqpC7VnA4t5Aoq48Lbm0sDX9Th7AxUE2WLjmQz8UoDddjzaYGb9&#10;gy/U51KqCOGQoYFKpM20DkVFDsPct8TRu/nOoUTZldp2+Ihw1+hlkqy1w5rjQoUtfVRU3PMfZ+BQ&#10;7vN1r1NZpbfDSVb37/NnujBmOhn276CEBnmFn+2TNZAu4f9L/AF6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CUy9jCAAAA2wAAAA8AAAAAAAAAAAAAAAAAlwIAAGRycy9kb3du&#10;cmV2LnhtbFBLBQYAAAAABAAEAPUAAACGAwAAAAA=&#10;"/>
                </v:group>
                <v:oval id="Oval 31" o:spid="_x0000_s1052" style="position:absolute;left:8304;top:4919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G5DwwAA&#10;ANsAAAAPAAAAZHJzL2Rvd25yZXYueG1sRI9Ba8JAFITvhf6H5RW81Y0uiqSuIhXBHjw0rfdH9pkE&#10;s29D9hnTf98tCD0OM/MNs96OvlUD9bEJbGE2zUARl8E1XFn4/jq8rkBFQXbYBiYLPxRhu3l+WmPu&#10;wp0/aSikUgnCMUcLtUiXax3LmjzGaeiIk3cJvUdJsq+06/Ge4L7V8yxbao8Np4UaO3qvqbwWN29h&#10;X+2K5aCNLMxlf5TF9Xz6MDNrJy/j7g2U0Cj/4Uf76CwYA39f0g/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2G5DwwAAANsAAAAPAAAAAAAAAAAAAAAAAJcCAABkcnMvZG93&#10;bnJldi54bWxQSwUGAAAAAAQABAD1AAAAhwMAAAAA&#10;"/>
                <v:oval id="Oval 32" o:spid="_x0000_s1053" style="position:absolute;left:8928;top:362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MfY3wwAA&#10;ANsAAAAPAAAAZHJzL2Rvd25yZXYueG1sRI9Ba8JAFITvhf6H5RW81Y2NSkldRSqCHjw0tvdH9pkE&#10;s29D9hnjv3cFocdhZr5hFqvBNaqnLtSeDUzGCSjiwtuaSwO/x+37J6ggyBYbz2TgRgFWy9eXBWbW&#10;X/mH+lxKFSEcMjRQibSZ1qGoyGEY+5Y4eiffOZQou1LbDq8R7hr9kSRz7bDmuFBhS98VFef84gxs&#10;ynU+73Uqs/S02cns/HfYpxNjRm/D+guU0CD/4Wd7Zw2kU3h8iT9AL+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MfY3wwAAANsAAAAPAAAAAAAAAAAAAAAAAJcCAABkcnMvZG93&#10;bnJldi54bWxQSwUGAAAAAAQABAD1AAAAhwMAAAAA&#10;"/>
                <v:oval id="Oval 33" o:spid="_x0000_s1054" style="position:absolute;left:9216;top:4151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fVOswwAA&#10;ANsAAAAPAAAAZHJzL2Rvd25yZXYueG1sRI9Ba8JAFITvgv9heYXedGNDpKSuIkrBHjwY7f2RfSbB&#10;7NuQfY3pv+8WBI/DzHzDrDaja9VAfWg8G1jME1DEpbcNVwYu58/ZO6ggyBZbz2TglwJs1tPJCnPr&#10;73yioZBKRQiHHA3UIl2udShrchjmviOO3tX3DiXKvtK2x3uEu1a/JclSO2w4LtTY0a6m8lb8OAP7&#10;alssB51Kll73B8lu38evdGHM68u4/QAlNMoz/GgfrIE0g/8v8Qfo9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fVOswwAAANsAAAAPAAAAAAAAAAAAAAAAAJcCAABkcnMvZG93&#10;bnJldi54bWxQSwUGAAAAAAQABAD1AAAAhwMAAAAA&#10;"/>
                <v:oval id="Oval 34" o:spid="_x0000_s1055" style="position:absolute;left:9216;top:4631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r83bwwAA&#10;ANsAAAAPAAAAZHJzL2Rvd25yZXYueG1sRI9Ba8JAFITvBf/D8gq91Y0NhpK6iigFPXhotPdH9pkE&#10;s29D9jXGf+8KQo/DzHzDLFaja9VAfWg8G5hNE1DEpbcNVwZOx+/3T1BBkC22nsnAjQKslpOXBebW&#10;X/mHhkIqFSEccjRQi3S51qGsyWGY+o44emffO5Qo+0rbHq8R7lr9kSSZdthwXKixo01N5aX4cwa2&#10;1brIBp3KPD1vdzK//B726cyYt9dx/QVKaJT/8LO9swbSDB5f4g/Qy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/r83bwwAAANsAAAAPAAAAAAAAAAAAAAAAAJcCAABkcnMvZG93&#10;bnJldi54bWxQSwUGAAAAAAQABAD1AAAAhwMAAAAA&#10;"/>
              </v:group>
            </w:pict>
          </mc:Fallback>
        </mc:AlternateContent>
      </w:r>
    </w:p>
    <w:p w14:paraId="7F1BDA23" w14:textId="77777777" w:rsidR="00EF02EB" w:rsidRPr="00EF02EB" w:rsidRDefault="00EF02EB" w:rsidP="00EF02EB">
      <w:pPr>
        <w:rPr>
          <w:rFonts w:ascii="Calibri" w:hAnsi="Calibri"/>
        </w:rPr>
      </w:pPr>
    </w:p>
    <w:p w14:paraId="6A8C7CC1" w14:textId="29F3EBCE" w:rsidR="00EF02EB" w:rsidRPr="00EF02EB" w:rsidRDefault="00EF02EB" w:rsidP="00EF02EB">
      <w:pPr>
        <w:rPr>
          <w:rFonts w:ascii="Calibri" w:hAnsi="Calibri"/>
        </w:rPr>
      </w:pPr>
      <w:r w:rsidRPr="00EF02E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45CF5DF" wp14:editId="036DE4EC">
                <wp:simplePos x="0" y="0"/>
                <wp:positionH relativeFrom="column">
                  <wp:posOffset>4166235</wp:posOffset>
                </wp:positionH>
                <wp:positionV relativeFrom="paragraph">
                  <wp:posOffset>139065</wp:posOffset>
                </wp:positionV>
                <wp:extent cx="405765" cy="559435"/>
                <wp:effectExtent l="18415" t="12065" r="20320" b="25400"/>
                <wp:wrapNone/>
                <wp:docPr id="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5765" cy="559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05pt,10.95pt" to="5in,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" o:allowincell="f">
                <v:stroke endarrow="block"/>
              </v:line>
            </w:pict>
          </mc:Fallback>
        </mc:AlternateContent>
      </w:r>
      <w:r w:rsidRPr="00EF02E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D51525E" wp14:editId="6B809D4F">
                <wp:simplePos x="0" y="0"/>
                <wp:positionH relativeFrom="column">
                  <wp:posOffset>2451735</wp:posOffset>
                </wp:positionH>
                <wp:positionV relativeFrom="paragraph">
                  <wp:posOffset>139065</wp:posOffset>
                </wp:positionV>
                <wp:extent cx="382905" cy="559435"/>
                <wp:effectExtent l="18415" t="12065" r="30480" b="2540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2905" cy="559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05pt,10.95pt" to="223.2pt,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" o:allowincell="f">
                <v:stroke endarrow="block"/>
              </v:line>
            </w:pict>
          </mc:Fallback>
        </mc:AlternateContent>
      </w:r>
      <w:r w:rsidRPr="00EF02E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3D1986C" wp14:editId="460F3D8B">
                <wp:simplePos x="0" y="0"/>
                <wp:positionH relativeFrom="column">
                  <wp:posOffset>914400</wp:posOffset>
                </wp:positionH>
                <wp:positionV relativeFrom="paragraph">
                  <wp:posOffset>139065</wp:posOffset>
                </wp:positionV>
                <wp:extent cx="457200" cy="274320"/>
                <wp:effectExtent l="17780" t="12065" r="20320" b="31115"/>
                <wp:wrapNone/>
                <wp:docPr id="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0.95pt" to="108pt,32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" o:allowincell="f">
                <v:stroke endarrow="block"/>
              </v:line>
            </w:pict>
          </mc:Fallback>
        </mc:AlternateContent>
      </w:r>
    </w:p>
    <w:p w14:paraId="2A9AE4B0" w14:textId="77777777" w:rsidR="00EF02EB" w:rsidRPr="00EF02EB" w:rsidRDefault="00EF02EB" w:rsidP="00EF02EB">
      <w:pPr>
        <w:rPr>
          <w:rFonts w:ascii="Calibri" w:hAnsi="Calibri"/>
        </w:rPr>
      </w:pPr>
    </w:p>
    <w:p w14:paraId="1343EEFC" w14:textId="75ECF8ED" w:rsidR="00EF02EB" w:rsidRPr="00EF02EB" w:rsidRDefault="00FD2E1B" w:rsidP="00EF02EB">
      <w:pPr>
        <w:rPr>
          <w:rFonts w:ascii="Calibri" w:hAnsi="Calibri"/>
        </w:rPr>
      </w:pPr>
      <w:r>
        <w:rPr>
          <w:rFonts w:ascii="Calibri" w:hAnsi="Calibri"/>
        </w:rPr>
        <w:tab/>
        <w:t>nuclear</w:t>
      </w:r>
    </w:p>
    <w:p w14:paraId="3033F21E" w14:textId="77777777" w:rsidR="00EF02EB" w:rsidRPr="00EF02EB" w:rsidRDefault="00EF02EB" w:rsidP="00EF02EB">
      <w:pPr>
        <w:rPr>
          <w:rFonts w:ascii="Calibri" w:hAnsi="Calibri"/>
        </w:rPr>
      </w:pPr>
      <w:r w:rsidRPr="00EF02EB">
        <w:rPr>
          <w:rFonts w:ascii="Calibri" w:hAnsi="Calibri"/>
        </w:rPr>
        <w:tab/>
        <w:t>charge = +5</w:t>
      </w:r>
    </w:p>
    <w:p w14:paraId="53DC480E" w14:textId="25235E34" w:rsidR="00EF02EB" w:rsidRPr="00EF02EB" w:rsidRDefault="00EF02EB" w:rsidP="00EF02EB">
      <w:pPr>
        <w:rPr>
          <w:rFonts w:ascii="Calibri" w:hAnsi="Calibri"/>
        </w:rPr>
      </w:pPr>
      <w:r w:rsidRPr="00EF02EB">
        <w:rPr>
          <w:rFonts w:ascii="Calibri" w:hAnsi="Calibri"/>
        </w:rPr>
        <w:tab/>
      </w:r>
      <w:r w:rsidRPr="00EF02EB">
        <w:rPr>
          <w:rFonts w:ascii="Calibri" w:hAnsi="Calibri"/>
        </w:rPr>
        <w:tab/>
      </w:r>
      <w:r w:rsidRPr="00EF02EB">
        <w:rPr>
          <w:rFonts w:ascii="Calibri" w:hAnsi="Calibri"/>
        </w:rPr>
        <w:tab/>
      </w:r>
      <w:r w:rsidR="00FD2E1B">
        <w:rPr>
          <w:rFonts w:ascii="Calibri" w:hAnsi="Calibri"/>
        </w:rPr>
        <w:tab/>
      </w:r>
      <w:r w:rsidR="00FD2E1B">
        <w:rPr>
          <w:rFonts w:ascii="Calibri" w:hAnsi="Calibri"/>
        </w:rPr>
        <w:tab/>
        <w:t>nuclear charge = +6</w:t>
      </w:r>
      <w:r w:rsidR="00FD2E1B">
        <w:rPr>
          <w:rFonts w:ascii="Calibri" w:hAnsi="Calibri"/>
        </w:rPr>
        <w:tab/>
        <w:t xml:space="preserve">          nuclear</w:t>
      </w:r>
      <w:r w:rsidRPr="00EF02EB">
        <w:rPr>
          <w:rFonts w:ascii="Calibri" w:hAnsi="Calibri"/>
        </w:rPr>
        <w:t xml:space="preserve"> charge = +7</w:t>
      </w:r>
    </w:p>
    <w:p w14:paraId="44C53526" w14:textId="77777777" w:rsidR="00EF02EB" w:rsidRPr="00EF02EB" w:rsidRDefault="00EF02EB" w:rsidP="00EF02EB">
      <w:pPr>
        <w:rPr>
          <w:rFonts w:ascii="Calibri" w:hAnsi="Calibri"/>
        </w:rPr>
      </w:pPr>
      <w:r w:rsidRPr="00EF02EB">
        <w:rPr>
          <w:rFonts w:ascii="Calibri" w:hAnsi="Calibri"/>
        </w:rPr>
        <w:tab/>
      </w:r>
      <w:r w:rsidRPr="00EF02EB">
        <w:rPr>
          <w:rFonts w:ascii="Calibri" w:hAnsi="Calibri"/>
        </w:rPr>
        <w:tab/>
        <w:t xml:space="preserve">        </w:t>
      </w:r>
      <w:r w:rsidRPr="00EF02EB">
        <w:rPr>
          <w:rFonts w:ascii="Calibri" w:hAnsi="Calibri"/>
          <w:b/>
        </w:rPr>
        <w:t>Boron</w:t>
      </w:r>
      <w:r w:rsidRPr="00EF02EB">
        <w:rPr>
          <w:rFonts w:ascii="Calibri" w:hAnsi="Calibri"/>
        </w:rPr>
        <w:tab/>
      </w:r>
      <w:r w:rsidRPr="00EF02EB">
        <w:rPr>
          <w:rFonts w:ascii="Calibri" w:hAnsi="Calibri"/>
        </w:rPr>
        <w:tab/>
        <w:t xml:space="preserve">        </w:t>
      </w:r>
      <w:r w:rsidRPr="00EF02EB">
        <w:rPr>
          <w:rFonts w:ascii="Calibri" w:hAnsi="Calibri"/>
          <w:b/>
        </w:rPr>
        <w:t>Carbon</w:t>
      </w:r>
      <w:r w:rsidRPr="00EF02EB">
        <w:rPr>
          <w:rFonts w:ascii="Calibri" w:hAnsi="Calibri"/>
        </w:rPr>
        <w:tab/>
      </w:r>
      <w:r w:rsidRPr="00EF02EB">
        <w:rPr>
          <w:rFonts w:ascii="Calibri" w:hAnsi="Calibri"/>
        </w:rPr>
        <w:tab/>
      </w:r>
      <w:r w:rsidRPr="00EF02EB">
        <w:rPr>
          <w:rFonts w:ascii="Calibri" w:hAnsi="Calibri"/>
        </w:rPr>
        <w:tab/>
        <w:t xml:space="preserve">      </w:t>
      </w:r>
      <w:r w:rsidRPr="00EF02EB">
        <w:rPr>
          <w:rFonts w:ascii="Calibri" w:hAnsi="Calibri"/>
          <w:b/>
        </w:rPr>
        <w:t>Nitrogen</w:t>
      </w:r>
    </w:p>
    <w:p w14:paraId="5C94DA81" w14:textId="77777777" w:rsidR="00EF02EB" w:rsidRPr="00EF02EB" w:rsidRDefault="00EF02EB" w:rsidP="00EF02EB">
      <w:pPr>
        <w:rPr>
          <w:rFonts w:ascii="Calibri" w:hAnsi="Calibri"/>
        </w:rPr>
      </w:pPr>
    </w:p>
    <w:p w14:paraId="558F6FB0" w14:textId="77777777" w:rsidR="00EF02EB" w:rsidRPr="00EF02EB" w:rsidRDefault="00EF02EB" w:rsidP="00EF02EB">
      <w:pPr>
        <w:rPr>
          <w:rFonts w:ascii="Calibri" w:hAnsi="Calibri"/>
          <w:sz w:val="22"/>
          <w:szCs w:val="22"/>
        </w:rPr>
      </w:pPr>
      <w:r w:rsidRPr="00EF02EB">
        <w:rPr>
          <w:rFonts w:ascii="Calibri" w:hAnsi="Calibri"/>
          <w:sz w:val="22"/>
          <w:szCs w:val="22"/>
        </w:rPr>
        <w:t>Because the nucleus is positively charged, it exerts an attractive force on the electrons.  However, the three electrons in boron’s outer energy level do not feel the full +5 attraction from the 5 protons in boron’s nucleus.  Before the +5 attraction gets to the outer energy level it gets partially cancelled (or “</w:t>
      </w:r>
      <w:r w:rsidRPr="00EF02EB">
        <w:rPr>
          <w:rFonts w:ascii="Calibri" w:hAnsi="Calibri"/>
          <w:b/>
          <w:sz w:val="22"/>
          <w:szCs w:val="22"/>
        </w:rPr>
        <w:t>shielded</w:t>
      </w:r>
      <w:r w:rsidRPr="00EF02EB">
        <w:rPr>
          <w:rFonts w:ascii="Calibri" w:hAnsi="Calibri"/>
          <w:sz w:val="22"/>
          <w:szCs w:val="22"/>
        </w:rPr>
        <w:t xml:space="preserve">”) by the two electrons in the first energy level.  The two electrons in the first energy level weaken the attractive force by two.  </w:t>
      </w:r>
      <w:proofErr w:type="gramStart"/>
      <w:r w:rsidRPr="00EF02EB">
        <w:rPr>
          <w:rFonts w:ascii="Calibri" w:hAnsi="Calibri"/>
          <w:sz w:val="22"/>
          <w:szCs w:val="22"/>
        </w:rPr>
        <w:t>Therefore</w:t>
      </w:r>
      <w:proofErr w:type="gramEnd"/>
      <w:r w:rsidRPr="00EF02EB">
        <w:rPr>
          <w:rFonts w:ascii="Calibri" w:hAnsi="Calibri"/>
          <w:sz w:val="22"/>
          <w:szCs w:val="22"/>
        </w:rPr>
        <w:t xml:space="preserve"> to the outer energy level it only “feels” like a +3 charge rather than a +5 charge from the nucleus.</w:t>
      </w:r>
    </w:p>
    <w:p w14:paraId="7ABC9132" w14:textId="77777777" w:rsidR="00EF02EB" w:rsidRPr="00EF02EB" w:rsidRDefault="00EF02EB" w:rsidP="00EF02EB">
      <w:pPr>
        <w:rPr>
          <w:rFonts w:ascii="Calibri" w:hAnsi="Calibri"/>
          <w:sz w:val="22"/>
          <w:szCs w:val="22"/>
        </w:rPr>
      </w:pPr>
    </w:p>
    <w:p w14:paraId="2F1B1856" w14:textId="1D111612" w:rsidR="00EF02EB" w:rsidRPr="00EF02EB" w:rsidRDefault="00EF02EB" w:rsidP="00EF02EB">
      <w:pPr>
        <w:rPr>
          <w:rFonts w:ascii="Calibri" w:hAnsi="Calibri"/>
          <w:sz w:val="22"/>
          <w:szCs w:val="22"/>
        </w:rPr>
      </w:pPr>
      <w:r w:rsidRPr="00EF02EB">
        <w:rPr>
          <w:rFonts w:ascii="Calibri" w:hAnsi="Calibri"/>
          <w:sz w:val="22"/>
          <w:szCs w:val="22"/>
        </w:rPr>
        <w:t>Consider the diagram of carbon.  An electron in the outer energy level only “feels” a charge of +4 coming from the nucleus because the two electrons in the first energy level shield two of the posi</w:t>
      </w:r>
      <w:r>
        <w:rPr>
          <w:rFonts w:ascii="Calibri" w:hAnsi="Calibri"/>
          <w:sz w:val="22"/>
          <w:szCs w:val="22"/>
        </w:rPr>
        <w:t>tive charges from the nucleus.</w:t>
      </w:r>
    </w:p>
    <w:p w14:paraId="3D8167BF" w14:textId="77777777" w:rsidR="00EF02EB" w:rsidRPr="00EF02EB" w:rsidRDefault="00EF02EB" w:rsidP="00EF02EB">
      <w:pPr>
        <w:rPr>
          <w:rFonts w:ascii="Calibri" w:hAnsi="Calibri"/>
        </w:rPr>
      </w:pPr>
    </w:p>
    <w:p w14:paraId="2875CF53" w14:textId="77777777" w:rsidR="00EF02EB" w:rsidRPr="00EF02EB" w:rsidRDefault="00EF02EB" w:rsidP="00EF02EB">
      <w:pPr>
        <w:pStyle w:val="Heading1"/>
        <w:jc w:val="left"/>
        <w:rPr>
          <w:rFonts w:ascii="Calibri" w:hAnsi="Calibri"/>
          <w:b/>
          <w:u w:val="single"/>
        </w:rPr>
      </w:pPr>
      <w:r w:rsidRPr="00EF02EB">
        <w:rPr>
          <w:rFonts w:ascii="Calibri" w:hAnsi="Calibri"/>
          <w:b/>
          <w:u w:val="single"/>
        </w:rPr>
        <w:t>Critical Thinking Questions</w:t>
      </w:r>
    </w:p>
    <w:p w14:paraId="4A9F5AD3" w14:textId="77777777" w:rsidR="00EF02EB" w:rsidRPr="00EF02EB" w:rsidRDefault="00EF02EB" w:rsidP="00EF02EB">
      <w:pPr>
        <w:rPr>
          <w:rFonts w:ascii="Calibri" w:hAnsi="Calibri"/>
        </w:rPr>
      </w:pPr>
    </w:p>
    <w:p w14:paraId="5E6C28EB" w14:textId="77777777" w:rsidR="00EF02EB" w:rsidRPr="00EF02EB" w:rsidRDefault="00EF02EB" w:rsidP="00EF02EB">
      <w:pPr>
        <w:numPr>
          <w:ilvl w:val="0"/>
          <w:numId w:val="10"/>
        </w:numPr>
        <w:rPr>
          <w:rFonts w:ascii="Calibri" w:hAnsi="Calibri"/>
        </w:rPr>
      </w:pPr>
      <w:r w:rsidRPr="00EF02EB">
        <w:rPr>
          <w:rFonts w:ascii="Calibri" w:hAnsi="Calibri"/>
        </w:rPr>
        <w:t>How large is the charge that the second energy level of nitrogen “feels” from the nucleus?</w:t>
      </w:r>
    </w:p>
    <w:p w14:paraId="766A9828" w14:textId="77777777" w:rsidR="00EF02EB" w:rsidRPr="00EF02EB" w:rsidRDefault="00EF02EB" w:rsidP="00EF02EB">
      <w:pPr>
        <w:rPr>
          <w:rFonts w:ascii="Calibri" w:hAnsi="Calibri"/>
        </w:rPr>
      </w:pPr>
    </w:p>
    <w:p w14:paraId="0E36B1A9" w14:textId="77777777" w:rsidR="00EF02EB" w:rsidRPr="00EF02EB" w:rsidRDefault="00EF02EB" w:rsidP="00EF02EB">
      <w:pPr>
        <w:rPr>
          <w:rFonts w:ascii="Calibri" w:hAnsi="Calibri"/>
        </w:rPr>
      </w:pPr>
    </w:p>
    <w:p w14:paraId="634A5691" w14:textId="77777777" w:rsidR="00EF02EB" w:rsidRPr="00EF02EB" w:rsidRDefault="00EF02EB" w:rsidP="00EF02EB">
      <w:pPr>
        <w:numPr>
          <w:ilvl w:val="0"/>
          <w:numId w:val="10"/>
        </w:numPr>
        <w:rPr>
          <w:rFonts w:ascii="Calibri" w:hAnsi="Calibri"/>
        </w:rPr>
      </w:pPr>
      <w:r w:rsidRPr="00EF02EB">
        <w:rPr>
          <w:rFonts w:ascii="Calibri" w:hAnsi="Calibri"/>
        </w:rPr>
        <w:t>How many energy levels does aluminum have?  How many electrons should be in each energy level?</w:t>
      </w:r>
    </w:p>
    <w:p w14:paraId="35E7DF07" w14:textId="77777777" w:rsidR="00EF02EB" w:rsidRDefault="00EF02EB" w:rsidP="00EF02EB">
      <w:pPr>
        <w:rPr>
          <w:rFonts w:ascii="Calibri" w:hAnsi="Calibri"/>
        </w:rPr>
      </w:pPr>
    </w:p>
    <w:p w14:paraId="33887998" w14:textId="77777777" w:rsidR="00EF02EB" w:rsidRDefault="00EF02EB" w:rsidP="00EF02EB">
      <w:pPr>
        <w:rPr>
          <w:rFonts w:ascii="Calibri" w:hAnsi="Calibri"/>
        </w:rPr>
      </w:pPr>
    </w:p>
    <w:p w14:paraId="1B63EE08" w14:textId="77777777" w:rsidR="00EF02EB" w:rsidRPr="00EF02EB" w:rsidRDefault="00EF02EB" w:rsidP="00EF02EB">
      <w:pPr>
        <w:rPr>
          <w:rFonts w:ascii="Calibri" w:hAnsi="Calibri"/>
        </w:rPr>
      </w:pPr>
    </w:p>
    <w:p w14:paraId="63AF5E41" w14:textId="47A2299F" w:rsidR="00EF02EB" w:rsidRPr="00EF02EB" w:rsidRDefault="00EF02EB" w:rsidP="00EF02EB">
      <w:pPr>
        <w:numPr>
          <w:ilvl w:val="0"/>
          <w:numId w:val="10"/>
        </w:numPr>
        <w:rPr>
          <w:rFonts w:ascii="Calibri" w:hAnsi="Calibri"/>
        </w:rPr>
      </w:pPr>
      <w:r w:rsidRPr="00EF02EB">
        <w:rPr>
          <w:rFonts w:ascii="Calibri" w:hAnsi="Calibri"/>
        </w:rPr>
        <w:t>Draw a Bohr diagram for aluminum similar to those above.</w:t>
      </w:r>
      <w:r w:rsidR="00FD2E1B">
        <w:rPr>
          <w:rFonts w:ascii="Calibri" w:hAnsi="Calibri"/>
        </w:rPr>
        <w:t xml:space="preserve"> Label the nucleus charge.</w:t>
      </w:r>
    </w:p>
    <w:p w14:paraId="59BFCA0A" w14:textId="77777777" w:rsidR="00EF02EB" w:rsidRPr="00EF02EB" w:rsidRDefault="00EF02EB" w:rsidP="00EF02EB">
      <w:pPr>
        <w:rPr>
          <w:rFonts w:ascii="Calibri" w:hAnsi="Calibri"/>
        </w:rPr>
      </w:pPr>
    </w:p>
    <w:p w14:paraId="2DB6C716" w14:textId="77777777" w:rsidR="00EF02EB" w:rsidRPr="00EF02EB" w:rsidRDefault="00EF02EB" w:rsidP="00EF02EB">
      <w:pPr>
        <w:rPr>
          <w:rFonts w:ascii="Calibri" w:hAnsi="Calibri"/>
        </w:rPr>
      </w:pPr>
    </w:p>
    <w:p w14:paraId="58006E95" w14:textId="77777777" w:rsidR="00EF02EB" w:rsidRPr="00EF02EB" w:rsidRDefault="00EF02EB" w:rsidP="00EF02EB">
      <w:pPr>
        <w:rPr>
          <w:rFonts w:ascii="Calibri" w:hAnsi="Calibri"/>
        </w:rPr>
      </w:pPr>
    </w:p>
    <w:p w14:paraId="239F30EF" w14:textId="77777777" w:rsidR="00EF02EB" w:rsidRPr="00EF02EB" w:rsidRDefault="00EF02EB" w:rsidP="00EF02EB">
      <w:pPr>
        <w:rPr>
          <w:rFonts w:ascii="Calibri" w:hAnsi="Calibri"/>
        </w:rPr>
      </w:pPr>
    </w:p>
    <w:p w14:paraId="7EF371AC" w14:textId="77777777" w:rsidR="00EF02EB" w:rsidRPr="00EF02EB" w:rsidRDefault="00EF02EB" w:rsidP="00EF02EB">
      <w:pPr>
        <w:rPr>
          <w:rFonts w:ascii="Calibri" w:hAnsi="Calibri"/>
        </w:rPr>
      </w:pPr>
    </w:p>
    <w:p w14:paraId="5C5CE285" w14:textId="77777777" w:rsidR="00EF02EB" w:rsidRPr="00EF02EB" w:rsidRDefault="00EF02EB" w:rsidP="00EF02EB">
      <w:pPr>
        <w:rPr>
          <w:rFonts w:ascii="Calibri" w:hAnsi="Calibri"/>
        </w:rPr>
      </w:pPr>
    </w:p>
    <w:p w14:paraId="726AFF13" w14:textId="77777777" w:rsidR="00EF02EB" w:rsidRPr="00EF02EB" w:rsidRDefault="00EF02EB" w:rsidP="00EF02EB">
      <w:pPr>
        <w:numPr>
          <w:ilvl w:val="0"/>
          <w:numId w:val="10"/>
        </w:numPr>
        <w:rPr>
          <w:rFonts w:ascii="Calibri" w:hAnsi="Calibri"/>
        </w:rPr>
      </w:pPr>
      <w:r w:rsidRPr="00EF02EB">
        <w:rPr>
          <w:rFonts w:ascii="Calibri" w:hAnsi="Calibri"/>
        </w:rPr>
        <w:t>Explain why the second energy level of aluminum only feels a +11 attraction instead of a +13 attraction from aluminum’s electrons.</w:t>
      </w:r>
    </w:p>
    <w:p w14:paraId="0DC87849" w14:textId="77777777" w:rsidR="00EF02EB" w:rsidRPr="00EF02EB" w:rsidRDefault="00EF02EB" w:rsidP="00EF02EB">
      <w:pPr>
        <w:rPr>
          <w:rFonts w:ascii="Calibri" w:hAnsi="Calibri"/>
        </w:rPr>
      </w:pPr>
    </w:p>
    <w:p w14:paraId="5EBB5013" w14:textId="77777777" w:rsidR="00EF02EB" w:rsidRPr="00EF02EB" w:rsidRDefault="00EF02EB" w:rsidP="00EF02EB">
      <w:pPr>
        <w:rPr>
          <w:rFonts w:ascii="Calibri" w:hAnsi="Calibri"/>
        </w:rPr>
      </w:pPr>
    </w:p>
    <w:p w14:paraId="52FBD4A6" w14:textId="77777777" w:rsidR="00EF02EB" w:rsidRPr="00EF02EB" w:rsidRDefault="00EF02EB" w:rsidP="00EF02EB">
      <w:pPr>
        <w:rPr>
          <w:rFonts w:ascii="Calibri" w:hAnsi="Calibri"/>
        </w:rPr>
      </w:pPr>
    </w:p>
    <w:p w14:paraId="2219C5CA" w14:textId="77777777" w:rsidR="00EF02EB" w:rsidRPr="00EF02EB" w:rsidRDefault="00EF02EB" w:rsidP="00EF02EB">
      <w:pPr>
        <w:numPr>
          <w:ilvl w:val="0"/>
          <w:numId w:val="10"/>
        </w:numPr>
        <w:rPr>
          <w:rFonts w:ascii="Calibri" w:hAnsi="Calibri"/>
        </w:rPr>
      </w:pPr>
      <w:r w:rsidRPr="00EF02EB">
        <w:rPr>
          <w:rFonts w:ascii="Calibri" w:hAnsi="Calibri"/>
        </w:rPr>
        <w:t>How large is the charge that the third energy level of an aluminum atom “feels” from the nucleus?</w:t>
      </w:r>
    </w:p>
    <w:p w14:paraId="790EC160" w14:textId="77777777" w:rsidR="00EF02EB" w:rsidRPr="00EF02EB" w:rsidRDefault="00EF02EB" w:rsidP="00EF02EB">
      <w:pPr>
        <w:spacing w:after="200" w:line="276" w:lineRule="auto"/>
        <w:rPr>
          <w:rFonts w:ascii="Calibri" w:hAnsi="Calibri"/>
        </w:rPr>
      </w:pPr>
    </w:p>
    <w:sectPr w:rsidR="00EF02EB" w:rsidRPr="00EF02EB" w:rsidSect="00375341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3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801CCA"/>
    <w:multiLevelType w:val="hybridMultilevel"/>
    <w:tmpl w:val="14AA1B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B76037"/>
    <w:multiLevelType w:val="hybridMultilevel"/>
    <w:tmpl w:val="5052E5F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26E5474"/>
    <w:multiLevelType w:val="hybridMultilevel"/>
    <w:tmpl w:val="71C0355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48C14A3"/>
    <w:multiLevelType w:val="hybridMultilevel"/>
    <w:tmpl w:val="C9B01CA0"/>
    <w:lvl w:ilvl="0" w:tplc="975876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F247C"/>
    <w:multiLevelType w:val="hybridMultilevel"/>
    <w:tmpl w:val="E8A6B42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D31BEB"/>
    <w:multiLevelType w:val="hybridMultilevel"/>
    <w:tmpl w:val="B83A32F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53EB2E51"/>
    <w:multiLevelType w:val="hybridMultilevel"/>
    <w:tmpl w:val="030AEB8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4E474CA"/>
    <w:multiLevelType w:val="hybridMultilevel"/>
    <w:tmpl w:val="CA36092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588424A"/>
    <w:multiLevelType w:val="hybridMultilevel"/>
    <w:tmpl w:val="90F20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75"/>
    <w:rsid w:val="000B489C"/>
    <w:rsid w:val="00375341"/>
    <w:rsid w:val="003E0BEB"/>
    <w:rsid w:val="004B4E83"/>
    <w:rsid w:val="00752575"/>
    <w:rsid w:val="00773A0E"/>
    <w:rsid w:val="00AE2C76"/>
    <w:rsid w:val="00BA4444"/>
    <w:rsid w:val="00C918AE"/>
    <w:rsid w:val="00C95358"/>
    <w:rsid w:val="00C97EEA"/>
    <w:rsid w:val="00E16750"/>
    <w:rsid w:val="00E53046"/>
    <w:rsid w:val="00EF02EB"/>
    <w:rsid w:val="00FA6632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3D73D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F02EB"/>
    <w:pPr>
      <w:keepNext/>
      <w:jc w:val="right"/>
      <w:outlineLvl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8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F02E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eggleston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HD:Users:racheleggleston:Library:Application Support:Microsoft:Office:User Templates:My Templates:Teacher Doc.dotx</Template>
  <TotalTime>1</TotalTime>
  <Pages>4</Pages>
  <Words>596</Words>
  <Characters>3401</Characters>
  <Application>Microsoft Macintosh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2016-11-01T12:30:00Z</cp:lastPrinted>
  <dcterms:created xsi:type="dcterms:W3CDTF">2016-11-01T12:30:00Z</dcterms:created>
  <dcterms:modified xsi:type="dcterms:W3CDTF">2016-11-01T12:30:00Z</dcterms:modified>
</cp:coreProperties>
</file>